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32E" w:rsidRPr="006A0ACD" w:rsidRDefault="0087032E" w:rsidP="00C02B7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Math Lesson Plan </w:t>
      </w:r>
      <w:r w:rsidR="00C02B71">
        <w:rPr>
          <w:rFonts w:ascii="Times New Roman" w:hAnsi="Times New Roman"/>
          <w:b/>
          <w:sz w:val="28"/>
          <w:szCs w:val="28"/>
        </w:rPr>
        <w:tab/>
      </w:r>
      <w:r w:rsidR="00C02B71">
        <w:rPr>
          <w:rFonts w:ascii="Times New Roman" w:hAnsi="Times New Roman"/>
          <w:b/>
          <w:sz w:val="28"/>
          <w:szCs w:val="28"/>
        </w:rPr>
        <w:tab/>
      </w:r>
      <w:r w:rsidR="00C02B71">
        <w:rPr>
          <w:rFonts w:ascii="Times New Roman" w:hAnsi="Times New Roman"/>
          <w:b/>
          <w:sz w:val="28"/>
          <w:szCs w:val="28"/>
        </w:rPr>
        <w:tab/>
      </w:r>
      <w:r w:rsidR="00C02B71">
        <w:rPr>
          <w:rFonts w:ascii="Times New Roman" w:hAnsi="Times New Roman"/>
          <w:b/>
          <w:sz w:val="28"/>
          <w:szCs w:val="28"/>
        </w:rPr>
        <w:tab/>
      </w:r>
      <w:r w:rsidR="00C02B71">
        <w:rPr>
          <w:rFonts w:ascii="Times New Roman" w:hAnsi="Times New Roman"/>
          <w:b/>
          <w:sz w:val="28"/>
          <w:szCs w:val="28"/>
        </w:rPr>
        <w:tab/>
      </w:r>
      <w:r w:rsidR="00C02B71">
        <w:rPr>
          <w:rFonts w:ascii="Times New Roman" w:hAnsi="Times New Roman"/>
          <w:b/>
          <w:sz w:val="28"/>
          <w:szCs w:val="28"/>
        </w:rPr>
        <w:tab/>
      </w:r>
      <w:r w:rsidR="00C02B71">
        <w:rPr>
          <w:rFonts w:ascii="Times New Roman" w:hAnsi="Times New Roman"/>
          <w:b/>
          <w:sz w:val="28"/>
          <w:szCs w:val="28"/>
        </w:rPr>
        <w:tab/>
        <w:t>Date: 8 -27-12</w:t>
      </w:r>
    </w:p>
    <w:tbl>
      <w:tblPr>
        <w:tblW w:w="1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942"/>
        <w:gridCol w:w="912"/>
        <w:gridCol w:w="1836"/>
        <w:gridCol w:w="12"/>
        <w:gridCol w:w="1824"/>
        <w:gridCol w:w="3672"/>
        <w:gridCol w:w="24"/>
      </w:tblGrid>
      <w:tr w:rsidR="0087032E" w:rsidRPr="00185FD8" w:rsidTr="00185FD8">
        <w:trPr>
          <w:gridAfter w:val="1"/>
          <w:wAfter w:w="24" w:type="dxa"/>
        </w:trPr>
        <w:tc>
          <w:tcPr>
            <w:tcW w:w="3672" w:type="dxa"/>
            <w:gridSpan w:val="3"/>
            <w:shd w:val="clear" w:color="auto" w:fill="C2D69B"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</w:p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Grade:</w:t>
            </w:r>
            <w:r w:rsidR="002933CF">
              <w:rPr>
                <w:rFonts w:ascii="Times New Roman" w:hAnsi="Times New Roman"/>
                <w:b/>
                <w:sz w:val="24"/>
                <w:szCs w:val="24"/>
              </w:rPr>
              <w:t xml:space="preserve"> K</w:t>
            </w:r>
          </w:p>
        </w:tc>
        <w:tc>
          <w:tcPr>
            <w:tcW w:w="3672" w:type="dxa"/>
            <w:shd w:val="clear" w:color="auto" w:fill="C2D69B"/>
          </w:tcPr>
          <w:p w:rsidR="0087032E" w:rsidRPr="00185FD8" w:rsidRDefault="002933CF" w:rsidP="00185FD8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Week: One</w:t>
            </w:r>
            <w:r w:rsidR="00C02B71">
              <w:rPr>
                <w:rFonts w:ascii="Times New Roman" w:hAnsi="Times New Roman"/>
                <w:b/>
                <w:sz w:val="24"/>
                <w:szCs w:val="24"/>
              </w:rPr>
              <w:t xml:space="preserve">-Monday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7032E" w:rsidRPr="00185FD8" w:rsidTr="00185FD8">
        <w:trPr>
          <w:gridAfter w:val="1"/>
          <w:wAfter w:w="24" w:type="dxa"/>
        </w:trPr>
        <w:tc>
          <w:tcPr>
            <w:tcW w:w="5508" w:type="dxa"/>
            <w:gridSpan w:val="4"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Unit Title:</w:t>
            </w:r>
            <w:r w:rsidR="002933C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2933CF" w:rsidRPr="00F827F6">
              <w:rPr>
                <w:rFonts w:ascii="Times New Roman" w:hAnsi="Times New Roman"/>
                <w:sz w:val="24"/>
                <w:szCs w:val="24"/>
              </w:rPr>
              <w:t>Counting Numbers 0-30</w:t>
            </w:r>
            <w:r w:rsidR="002933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Corresponding Unit Task:</w:t>
            </w:r>
            <w:r w:rsidR="00F827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827F6" w:rsidRPr="00F827F6">
              <w:rPr>
                <w:rFonts w:ascii="Times New Roman" w:hAnsi="Times New Roman"/>
                <w:sz w:val="24"/>
                <w:szCs w:val="24"/>
              </w:rPr>
              <w:t>Unit 1 – Task 1</w:t>
            </w:r>
            <w:r w:rsidR="00F827F6">
              <w:rPr>
                <w:rFonts w:ascii="Times New Roman" w:hAnsi="Times New Roman"/>
                <w:sz w:val="24"/>
                <w:szCs w:val="24"/>
              </w:rPr>
              <w:t xml:space="preserve"> (scavenger hunt)</w:t>
            </w:r>
          </w:p>
        </w:tc>
      </w:tr>
      <w:tr w:rsidR="0087032E" w:rsidRPr="00185FD8" w:rsidTr="00185FD8">
        <w:trPr>
          <w:gridAfter w:val="1"/>
          <w:wAfter w:w="24" w:type="dxa"/>
          <w:trHeight w:val="737"/>
        </w:trPr>
        <w:tc>
          <w:tcPr>
            <w:tcW w:w="11016" w:type="dxa"/>
            <w:gridSpan w:val="7"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 xml:space="preserve">Essential Question(s): </w:t>
            </w:r>
            <w:r w:rsidR="002933CF" w:rsidRPr="007C4D2D">
              <w:rPr>
                <w:rFonts w:ascii="Times New Roman" w:hAnsi="Times New Roman"/>
                <w:sz w:val="24"/>
                <w:szCs w:val="24"/>
              </w:rPr>
              <w:t xml:space="preserve">What does a number represent?  Why do we use numerals?  </w:t>
            </w:r>
            <w:r w:rsidR="00374DA8" w:rsidRPr="007C4D2D">
              <w:rPr>
                <w:rFonts w:ascii="Times New Roman" w:hAnsi="Times New Roman"/>
                <w:sz w:val="24"/>
                <w:szCs w:val="24"/>
              </w:rPr>
              <w:t>How are numbers arranged?</w:t>
            </w:r>
          </w:p>
        </w:tc>
      </w:tr>
      <w:tr w:rsidR="0087032E" w:rsidRPr="00185FD8" w:rsidTr="00185FD8">
        <w:trPr>
          <w:gridAfter w:val="1"/>
          <w:wAfter w:w="24" w:type="dxa"/>
          <w:trHeight w:val="296"/>
        </w:trPr>
        <w:tc>
          <w:tcPr>
            <w:tcW w:w="5508" w:type="dxa"/>
            <w:gridSpan w:val="4"/>
            <w:shd w:val="clear" w:color="auto" w:fill="C2D69B"/>
          </w:tcPr>
          <w:p w:rsidR="0087032E" w:rsidRPr="00185FD8" w:rsidRDefault="0087032E" w:rsidP="00185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/>
          </w:tcPr>
          <w:p w:rsidR="0087032E" w:rsidRPr="00185FD8" w:rsidRDefault="0087032E" w:rsidP="00185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87032E" w:rsidRPr="00185FD8" w:rsidTr="00185FD8">
        <w:trPr>
          <w:trHeight w:val="737"/>
        </w:trPr>
        <w:tc>
          <w:tcPr>
            <w:tcW w:w="2760" w:type="dxa"/>
            <w:gridSpan w:val="2"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</w:p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Student:</w:t>
            </w:r>
          </w:p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0" w:type="dxa"/>
            <w:gridSpan w:val="3"/>
          </w:tcPr>
          <w:p w:rsidR="0087032E" w:rsidRPr="001B154B" w:rsidRDefault="00374DA8" w:rsidP="0018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54B">
              <w:rPr>
                <w:rFonts w:ascii="Times New Roman" w:hAnsi="Times New Roman"/>
                <w:sz w:val="24"/>
                <w:szCs w:val="24"/>
              </w:rPr>
              <w:t xml:space="preserve">Count </w:t>
            </w:r>
          </w:p>
          <w:p w:rsidR="0087032E" w:rsidRPr="001B154B" w:rsidRDefault="001B154B" w:rsidP="0018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54B">
              <w:rPr>
                <w:rFonts w:ascii="Times New Roman" w:hAnsi="Times New Roman"/>
                <w:sz w:val="24"/>
                <w:szCs w:val="24"/>
              </w:rPr>
              <w:t xml:space="preserve">Value </w:t>
            </w:r>
          </w:p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7032E" w:rsidRPr="00185FD8" w:rsidTr="00185FD8">
        <w:trPr>
          <w:gridAfter w:val="1"/>
          <w:wAfter w:w="24" w:type="dxa"/>
          <w:trHeight w:val="368"/>
        </w:trPr>
        <w:tc>
          <w:tcPr>
            <w:tcW w:w="11016" w:type="dxa"/>
            <w:gridSpan w:val="7"/>
            <w:shd w:val="clear" w:color="auto" w:fill="C2D69B"/>
          </w:tcPr>
          <w:p w:rsidR="0087032E" w:rsidRPr="00185FD8" w:rsidRDefault="0087032E" w:rsidP="00185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Learning Experience</w:t>
            </w:r>
          </w:p>
        </w:tc>
      </w:tr>
      <w:tr w:rsidR="0087032E" w:rsidRPr="00185FD8" w:rsidTr="00185FD8">
        <w:trPr>
          <w:gridAfter w:val="1"/>
          <w:wAfter w:w="24" w:type="dxa"/>
          <w:trHeight w:val="737"/>
        </w:trPr>
        <w:tc>
          <w:tcPr>
            <w:tcW w:w="1818" w:type="dxa"/>
            <w:vMerge w:val="restart"/>
          </w:tcPr>
          <w:p w:rsidR="00093196" w:rsidRPr="00093196" w:rsidRDefault="007C4D2D" w:rsidP="0009319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093196" w:rsidRPr="00093196">
              <w:rPr>
                <w:rFonts w:ascii="Times New Roman" w:hAnsi="Times New Roman"/>
                <w:b/>
              </w:rPr>
              <w:t xml:space="preserve">8 Mathematical Practices: </w:t>
            </w:r>
          </w:p>
          <w:p w:rsidR="00093196" w:rsidRDefault="0021625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95885" cy="74295"/>
                  <wp:effectExtent l="0" t="0" r="0" b="1905"/>
                  <wp:docPr id="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93196" w:rsidRPr="00093196">
              <w:rPr>
                <w:rFonts w:ascii="Times New Roman" w:hAnsi="Times New Roman"/>
                <w:sz w:val="18"/>
                <w:szCs w:val="18"/>
              </w:rPr>
              <w:t xml:space="preserve">  1.  Make sense of problems and persevere in solving them. </w:t>
            </w:r>
            <w:r w:rsidR="0009319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93196" w:rsidRP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093196" w:rsidRDefault="0021625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95885" cy="74295"/>
                  <wp:effectExtent l="0" t="0" r="0" b="1905"/>
                  <wp:docPr id="4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93196" w:rsidRPr="00093196">
              <w:rPr>
                <w:rFonts w:ascii="Times New Roman" w:hAnsi="Times New Roman"/>
                <w:sz w:val="18"/>
                <w:szCs w:val="18"/>
              </w:rPr>
              <w:t xml:space="preserve">   2.  Reason abstractly and quantitatively.</w:t>
            </w:r>
          </w:p>
          <w:p w:rsidR="00093196" w:rsidRP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093196" w:rsidRDefault="0021625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95885" cy="74295"/>
                  <wp:effectExtent l="0" t="0" r="0" b="1905"/>
                  <wp:docPr id="43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93196" w:rsidRPr="00093196">
              <w:rPr>
                <w:rFonts w:ascii="Times New Roman" w:hAnsi="Times New Roman"/>
                <w:sz w:val="18"/>
                <w:szCs w:val="18"/>
              </w:rPr>
              <w:t xml:space="preserve">   3.  Construct viable arguments and critique the reasoning of others.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14A04264" wp14:editId="631FB2A5">
                  <wp:extent cx="91440" cy="79375"/>
                  <wp:effectExtent l="0" t="0" r="381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4.  Model with mathematics.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43B91871" wp14:editId="2EEB8EAE">
                  <wp:extent cx="91440" cy="79375"/>
                  <wp:effectExtent l="0" t="0" r="381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5.  Use appropriate tools strategically.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1DCD64B5" wp14:editId="6B9D2FC5">
                  <wp:extent cx="91440" cy="79375"/>
                  <wp:effectExtent l="0" t="0" r="381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6.  Attend to precision.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083E855E" wp14:editId="618F10BB">
                  <wp:extent cx="91440" cy="79375"/>
                  <wp:effectExtent l="0" t="0" r="381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7.  Look for and make use of structure.</w:t>
            </w:r>
          </w:p>
          <w:p w:rsidR="0087032E" w:rsidRPr="00185FD8" w:rsidRDefault="00216256" w:rsidP="000931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50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093196" w:rsidRPr="00093196">
              <w:rPr>
                <w:rFonts w:ascii="Times New Roman" w:hAnsi="Times New Roman"/>
                <w:sz w:val="18"/>
                <w:szCs w:val="18"/>
              </w:rPr>
              <w:t xml:space="preserve">      8.  Look for and express regularity in repeated reasoning.</w:t>
            </w:r>
          </w:p>
        </w:tc>
        <w:tc>
          <w:tcPr>
            <w:tcW w:w="9198" w:type="dxa"/>
            <w:gridSpan w:val="6"/>
          </w:tcPr>
          <w:p w:rsidR="0087032E" w:rsidRPr="00185FD8" w:rsidRDefault="0087032E" w:rsidP="00E313F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Common Core State Standards:</w:t>
            </w:r>
            <w:r w:rsidR="002933C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2933CF" w:rsidRPr="0076259D">
              <w:rPr>
                <w:rFonts w:ascii="Times New Roman" w:hAnsi="Times New Roman"/>
                <w:sz w:val="24"/>
                <w:szCs w:val="24"/>
              </w:rPr>
              <w:t xml:space="preserve">K.CC.2 – count </w:t>
            </w:r>
            <w:proofErr w:type="gramStart"/>
            <w:r w:rsidR="002933CF" w:rsidRPr="0076259D">
              <w:rPr>
                <w:rFonts w:ascii="Times New Roman" w:hAnsi="Times New Roman"/>
                <w:sz w:val="24"/>
                <w:szCs w:val="24"/>
              </w:rPr>
              <w:t>forward beginning</w:t>
            </w:r>
            <w:proofErr w:type="gramEnd"/>
            <w:r w:rsidR="002933CF" w:rsidRPr="0076259D">
              <w:rPr>
                <w:rFonts w:ascii="Times New Roman" w:hAnsi="Times New Roman"/>
                <w:sz w:val="24"/>
                <w:szCs w:val="24"/>
              </w:rPr>
              <w:t xml:space="preserve"> from a given number</w:t>
            </w:r>
            <w:r w:rsidR="00083EBB">
              <w:rPr>
                <w:rFonts w:ascii="Times New Roman" w:hAnsi="Times New Roman"/>
                <w:sz w:val="24"/>
                <w:szCs w:val="24"/>
              </w:rPr>
              <w:t xml:space="preserve"> within the know</w:t>
            </w:r>
            <w:r w:rsidR="00E71AC2">
              <w:rPr>
                <w:rFonts w:ascii="Times New Roman" w:hAnsi="Times New Roman"/>
                <w:sz w:val="24"/>
                <w:szCs w:val="24"/>
              </w:rPr>
              <w:t>n</w:t>
            </w:r>
            <w:r w:rsidR="00083EBB">
              <w:rPr>
                <w:rFonts w:ascii="Times New Roman" w:hAnsi="Times New Roman"/>
                <w:sz w:val="24"/>
                <w:szCs w:val="24"/>
              </w:rPr>
              <w:t xml:space="preserve"> sequence (instead of having to begin at 1).</w:t>
            </w:r>
          </w:p>
        </w:tc>
      </w:tr>
      <w:tr w:rsidR="0087032E" w:rsidRPr="00185FD8" w:rsidTr="00093196">
        <w:trPr>
          <w:gridAfter w:val="1"/>
          <w:wAfter w:w="24" w:type="dxa"/>
          <w:trHeight w:val="314"/>
        </w:trPr>
        <w:tc>
          <w:tcPr>
            <w:tcW w:w="1818" w:type="dxa"/>
            <w:vMerge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7032E" w:rsidRPr="00185FD8" w:rsidRDefault="0087032E" w:rsidP="00E313F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  <w:r w:rsidR="002933CF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="002933CF" w:rsidRPr="0076259D">
              <w:rPr>
                <w:rFonts w:ascii="Times New Roman" w:hAnsi="Times New Roman"/>
                <w:sz w:val="24"/>
                <w:szCs w:val="24"/>
              </w:rPr>
              <w:t xml:space="preserve">I can count </w:t>
            </w:r>
            <w:r w:rsidR="00374DA8" w:rsidRPr="0076259D">
              <w:rPr>
                <w:rFonts w:ascii="Times New Roman" w:hAnsi="Times New Roman"/>
                <w:sz w:val="24"/>
                <w:szCs w:val="24"/>
              </w:rPr>
              <w:t>objects</w:t>
            </w:r>
            <w:r w:rsidR="002933CF" w:rsidRPr="007625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4DA8" w:rsidRPr="0076259D">
              <w:rPr>
                <w:rFonts w:ascii="Times New Roman" w:hAnsi="Times New Roman"/>
                <w:sz w:val="24"/>
                <w:szCs w:val="24"/>
              </w:rPr>
              <w:t>in a set</w:t>
            </w:r>
            <w:r w:rsidR="002933CF" w:rsidRPr="0076259D">
              <w:rPr>
                <w:rFonts w:ascii="Times New Roman" w:hAnsi="Times New Roman"/>
                <w:sz w:val="24"/>
                <w:szCs w:val="24"/>
              </w:rPr>
              <w:t xml:space="preserve"> 1-5</w:t>
            </w:r>
            <w:r w:rsidR="007625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032E" w:rsidRPr="00185FD8" w:rsidTr="00185FD8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7032E" w:rsidRPr="00F31B05" w:rsidRDefault="0087032E" w:rsidP="00E313F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1B05">
              <w:rPr>
                <w:rFonts w:ascii="Times New Roman" w:hAnsi="Times New Roman"/>
                <w:b/>
                <w:sz w:val="24"/>
                <w:szCs w:val="24"/>
              </w:rPr>
              <w:t xml:space="preserve">Activating Strategy/Hook:  </w:t>
            </w:r>
            <w:r w:rsidR="00F31B05" w:rsidRPr="0076259D">
              <w:rPr>
                <w:rFonts w:ascii="Times New Roman" w:hAnsi="Times New Roman"/>
                <w:sz w:val="24"/>
                <w:szCs w:val="24"/>
              </w:rPr>
              <w:t>The teacher will read the class a number book (teacher discretion) that shows numbers 1-5 with pictures include</w:t>
            </w:r>
            <w:r w:rsidR="0076259D" w:rsidRPr="0076259D">
              <w:rPr>
                <w:rFonts w:ascii="Times New Roman" w:hAnsi="Times New Roman"/>
                <w:sz w:val="24"/>
                <w:szCs w:val="24"/>
              </w:rPr>
              <w:t xml:space="preserve">d to show </w:t>
            </w:r>
            <w:r w:rsidR="0076259D">
              <w:rPr>
                <w:rFonts w:ascii="Times New Roman" w:hAnsi="Times New Roman"/>
                <w:sz w:val="24"/>
                <w:szCs w:val="24"/>
              </w:rPr>
              <w:t>value.</w:t>
            </w:r>
          </w:p>
        </w:tc>
      </w:tr>
      <w:tr w:rsidR="0087032E" w:rsidRPr="00185FD8" w:rsidTr="00185FD8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7032E" w:rsidRPr="00185FD8" w:rsidRDefault="0087032E" w:rsidP="00E313F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 Directed:</w:t>
            </w:r>
            <w:r w:rsidR="0076259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6259D" w:rsidRPr="0076259D">
              <w:rPr>
                <w:rFonts w:ascii="Times New Roman" w:hAnsi="Times New Roman"/>
                <w:sz w:val="24"/>
                <w:szCs w:val="24"/>
              </w:rPr>
              <w:t xml:space="preserve">The teacher will show and model counting objects in a set 1-5 using </w:t>
            </w:r>
            <w:proofErr w:type="spellStart"/>
            <w:r w:rsidR="0076259D" w:rsidRPr="0076259D">
              <w:rPr>
                <w:rFonts w:ascii="Times New Roman" w:hAnsi="Times New Roman"/>
                <w:sz w:val="24"/>
                <w:szCs w:val="24"/>
              </w:rPr>
              <w:t>manipulatives</w:t>
            </w:r>
            <w:proofErr w:type="spellEnd"/>
            <w:r w:rsidR="00E71AC2">
              <w:rPr>
                <w:rFonts w:ascii="Times New Roman" w:hAnsi="Times New Roman"/>
                <w:sz w:val="24"/>
                <w:szCs w:val="24"/>
              </w:rPr>
              <w:t xml:space="preserve"> and appropriate vocabulary</w:t>
            </w:r>
            <w:r w:rsidR="0076259D" w:rsidRPr="007625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032E" w:rsidRPr="00185FD8" w:rsidTr="00185FD8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7032E" w:rsidRPr="00185FD8" w:rsidRDefault="0076259D" w:rsidP="00E313F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Guided Practice:  </w:t>
            </w:r>
            <w:r w:rsidR="008A59A0" w:rsidRPr="00E313F0">
              <w:rPr>
                <w:rFonts w:ascii="Times New Roman" w:hAnsi="Times New Roman"/>
                <w:sz w:val="24"/>
                <w:szCs w:val="24"/>
              </w:rPr>
              <w:t>The teacher will call out numbers 1- 5 and ea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 xml:space="preserve">ch student </w:t>
            </w:r>
            <w:r w:rsidR="00E313F0">
              <w:rPr>
                <w:rFonts w:ascii="Times New Roman" w:hAnsi="Times New Roman"/>
                <w:sz w:val="24"/>
                <w:szCs w:val="24"/>
              </w:rPr>
              <w:t>will attempt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 xml:space="preserve"> to model </w:t>
            </w:r>
            <w:r w:rsidR="008A59A0" w:rsidRPr="00E313F0">
              <w:rPr>
                <w:rFonts w:ascii="Times New Roman" w:hAnsi="Times New Roman"/>
                <w:sz w:val="24"/>
                <w:szCs w:val="24"/>
              </w:rPr>
              <w:t xml:space="preserve">numbers </w:t>
            </w:r>
            <w:r w:rsidR="00E71AC2">
              <w:rPr>
                <w:rFonts w:ascii="Times New Roman" w:hAnsi="Times New Roman"/>
                <w:sz w:val="24"/>
                <w:szCs w:val="24"/>
              </w:rPr>
              <w:t>1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>–</w:t>
            </w:r>
            <w:r w:rsidR="00E71AC2"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8A59A0" w:rsidRPr="00E313F0">
              <w:rPr>
                <w:rFonts w:ascii="Times New Roman" w:hAnsi="Times New Roman"/>
                <w:sz w:val="24"/>
                <w:szCs w:val="24"/>
              </w:rPr>
              <w:t xml:space="preserve"> with </w:t>
            </w:r>
            <w:proofErr w:type="spellStart"/>
            <w:r w:rsidR="008A59A0" w:rsidRPr="00E313F0">
              <w:rPr>
                <w:rFonts w:ascii="Times New Roman" w:hAnsi="Times New Roman"/>
                <w:sz w:val="24"/>
                <w:szCs w:val="24"/>
              </w:rPr>
              <w:t>manipulative</w:t>
            </w:r>
            <w:r w:rsidR="00E313F0">
              <w:rPr>
                <w:rFonts w:ascii="Times New Roman" w:hAnsi="Times New Roman"/>
                <w:sz w:val="24"/>
                <w:szCs w:val="24"/>
              </w:rPr>
              <w:t>s</w:t>
            </w:r>
            <w:proofErr w:type="spellEnd"/>
            <w:r w:rsidR="00E71AC2">
              <w:rPr>
                <w:rFonts w:ascii="Times New Roman" w:hAnsi="Times New Roman"/>
                <w:sz w:val="24"/>
                <w:szCs w:val="24"/>
              </w:rPr>
              <w:t xml:space="preserve"> then count them</w:t>
            </w:r>
            <w:r w:rsidR="00E313F0">
              <w:rPr>
                <w:rFonts w:ascii="Times New Roman" w:hAnsi="Times New Roman"/>
                <w:sz w:val="24"/>
                <w:szCs w:val="24"/>
              </w:rPr>
              <w:t>.  The teacher will monitor and observe students.</w:t>
            </w:r>
            <w:r w:rsidR="008A59A0" w:rsidRPr="00E313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7032E" w:rsidRPr="00185FD8" w:rsidTr="00185FD8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7032E" w:rsidRPr="006E7A1C" w:rsidRDefault="0087032E" w:rsidP="006E7A1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Independent Practice:</w:t>
            </w:r>
            <w:r w:rsidR="00E313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313F0" w:rsidRPr="001B154B">
              <w:rPr>
                <w:rFonts w:ascii="Times New Roman" w:hAnsi="Times New Roman"/>
                <w:sz w:val="24"/>
                <w:szCs w:val="24"/>
              </w:rPr>
              <w:t xml:space="preserve">Students will get blank </w:t>
            </w:r>
            <w:r w:rsidR="007C4D2D" w:rsidRPr="001B154B">
              <w:rPr>
                <w:rFonts w:ascii="Times New Roman" w:hAnsi="Times New Roman"/>
                <w:sz w:val="24"/>
                <w:szCs w:val="24"/>
              </w:rPr>
              <w:t>number cards from (</w:t>
            </w:r>
            <w:hyperlink r:id="rId9" w:history="1">
              <w:r w:rsidR="006E7A1C" w:rsidRPr="00527E7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www.mathworksheetswizard.com</w:t>
              </w:r>
            </w:hyperlink>
            <w:r w:rsidR="007C4D2D" w:rsidRPr="001B154B">
              <w:rPr>
                <w:rFonts w:ascii="Times New Roman" w:hAnsi="Times New Roman"/>
                <w:sz w:val="24"/>
                <w:szCs w:val="24"/>
              </w:rPr>
              <w:t xml:space="preserve">).  Students will get numbers 1-5 and they are to draw circles </w:t>
            </w:r>
            <w:r w:rsidR="00E71AC2">
              <w:rPr>
                <w:rFonts w:ascii="Times New Roman" w:hAnsi="Times New Roman"/>
                <w:sz w:val="24"/>
                <w:szCs w:val="24"/>
              </w:rPr>
              <w:t xml:space="preserve">on each number </w:t>
            </w:r>
            <w:r w:rsidR="00AE247A">
              <w:rPr>
                <w:rFonts w:ascii="Times New Roman" w:hAnsi="Times New Roman"/>
                <w:sz w:val="24"/>
                <w:szCs w:val="24"/>
              </w:rPr>
              <w:t>to show the value and reinforce counting up to 5</w:t>
            </w:r>
            <w:r w:rsidR="001B154B" w:rsidRPr="001B15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032E" w:rsidRPr="00185FD8" w:rsidTr="00185FD8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87032E" w:rsidRPr="00185FD8" w:rsidRDefault="0087032E" w:rsidP="00E313F0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Closing/Summarizing Strategy:</w:t>
            </w:r>
            <w:r w:rsidR="00F827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827F6" w:rsidRPr="00F827F6">
              <w:rPr>
                <w:rFonts w:ascii="Times New Roman" w:hAnsi="Times New Roman"/>
                <w:sz w:val="24"/>
                <w:szCs w:val="24"/>
              </w:rPr>
              <w:t xml:space="preserve">The teacher </w:t>
            </w:r>
            <w:r w:rsidR="001B154B" w:rsidRPr="00F827F6">
              <w:rPr>
                <w:rFonts w:ascii="Times New Roman" w:hAnsi="Times New Roman"/>
                <w:sz w:val="24"/>
                <w:szCs w:val="24"/>
              </w:rPr>
              <w:t xml:space="preserve">will review </w:t>
            </w:r>
            <w:r w:rsidR="00F827F6" w:rsidRPr="00F827F6">
              <w:rPr>
                <w:rFonts w:ascii="Times New Roman" w:hAnsi="Times New Roman"/>
                <w:sz w:val="24"/>
                <w:szCs w:val="24"/>
              </w:rPr>
              <w:t>EQ.  Students are to tell teacher how and why counting is important.</w:t>
            </w:r>
          </w:p>
        </w:tc>
      </w:tr>
      <w:tr w:rsidR="0087032E" w:rsidRPr="00185FD8" w:rsidTr="00185FD8">
        <w:trPr>
          <w:gridAfter w:val="1"/>
          <w:wAfter w:w="24" w:type="dxa"/>
          <w:trHeight w:val="296"/>
        </w:trPr>
        <w:tc>
          <w:tcPr>
            <w:tcW w:w="11016" w:type="dxa"/>
            <w:gridSpan w:val="7"/>
            <w:shd w:val="clear" w:color="auto" w:fill="C2D69B"/>
          </w:tcPr>
          <w:p w:rsidR="0087032E" w:rsidRPr="00185FD8" w:rsidRDefault="0087032E" w:rsidP="00185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87032E" w:rsidRPr="00185FD8" w:rsidTr="00185FD8">
        <w:trPr>
          <w:gridAfter w:val="1"/>
          <w:wAfter w:w="24" w:type="dxa"/>
          <w:trHeight w:val="359"/>
        </w:trPr>
        <w:tc>
          <w:tcPr>
            <w:tcW w:w="3672" w:type="dxa"/>
            <w:gridSpan w:val="3"/>
          </w:tcPr>
          <w:p w:rsidR="0087032E" w:rsidRPr="00185FD8" w:rsidRDefault="0087032E" w:rsidP="00185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87032E" w:rsidRPr="00185FD8" w:rsidRDefault="0087032E" w:rsidP="00185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87032E" w:rsidRPr="00185FD8" w:rsidRDefault="0087032E" w:rsidP="00185FD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87032E" w:rsidRPr="00185FD8" w:rsidTr="00185FD8">
        <w:trPr>
          <w:gridAfter w:val="1"/>
          <w:wAfter w:w="24" w:type="dxa"/>
          <w:trHeight w:val="719"/>
        </w:trPr>
        <w:tc>
          <w:tcPr>
            <w:tcW w:w="3672" w:type="dxa"/>
            <w:gridSpan w:val="3"/>
          </w:tcPr>
          <w:p w:rsidR="0087032E" w:rsidRPr="00185FD8" w:rsidRDefault="00F827F6" w:rsidP="00F82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Small group instruction with numbers beyond 5.</w:t>
            </w:r>
          </w:p>
        </w:tc>
        <w:tc>
          <w:tcPr>
            <w:tcW w:w="3672" w:type="dxa"/>
            <w:gridSpan w:val="3"/>
          </w:tcPr>
          <w:p w:rsidR="0087032E" w:rsidRPr="00185FD8" w:rsidRDefault="00F827F6" w:rsidP="00F827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Picture Cards</w:t>
            </w:r>
          </w:p>
        </w:tc>
        <w:tc>
          <w:tcPr>
            <w:tcW w:w="3672" w:type="dxa"/>
          </w:tcPr>
          <w:p w:rsidR="0087032E" w:rsidRPr="00185FD8" w:rsidRDefault="00F827F6" w:rsidP="00F827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Picture Cards</w:t>
            </w:r>
          </w:p>
        </w:tc>
      </w:tr>
      <w:tr w:rsidR="0087032E" w:rsidRPr="00185FD8" w:rsidTr="00185FD8">
        <w:trPr>
          <w:gridAfter w:val="1"/>
          <w:wAfter w:w="24" w:type="dxa"/>
          <w:trHeight w:val="296"/>
        </w:trPr>
        <w:tc>
          <w:tcPr>
            <w:tcW w:w="11016" w:type="dxa"/>
            <w:gridSpan w:val="7"/>
          </w:tcPr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</w:p>
          <w:p w:rsidR="0087032E" w:rsidRPr="00185FD8" w:rsidRDefault="00F827F6" w:rsidP="0018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Observations </w:t>
            </w:r>
          </w:p>
          <w:p w:rsidR="0087032E" w:rsidRPr="00185FD8" w:rsidRDefault="0087032E" w:rsidP="00185F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196" w:rsidRPr="00185FD8" w:rsidTr="00185FD8">
        <w:trPr>
          <w:gridAfter w:val="1"/>
          <w:wAfter w:w="24" w:type="dxa"/>
          <w:trHeight w:val="296"/>
        </w:trPr>
        <w:tc>
          <w:tcPr>
            <w:tcW w:w="11016" w:type="dxa"/>
            <w:gridSpan w:val="7"/>
          </w:tcPr>
          <w:p w:rsidR="00093196" w:rsidRPr="00185FD8" w:rsidRDefault="00093196" w:rsidP="0009319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</w:tc>
      </w:tr>
    </w:tbl>
    <w:p w:rsidR="0087032E" w:rsidRDefault="0087032E" w:rsidP="00FE4609">
      <w:pPr>
        <w:rPr>
          <w:rFonts w:ascii="Times New Roman" w:hAnsi="Times New Roman"/>
          <w:sz w:val="10"/>
          <w:szCs w:val="10"/>
        </w:rPr>
      </w:pPr>
    </w:p>
    <w:p w:rsidR="001249B1" w:rsidRPr="006A0ACD" w:rsidRDefault="001249B1" w:rsidP="001249B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Math Lesson Plan </w:t>
      </w:r>
    </w:p>
    <w:tbl>
      <w:tblPr>
        <w:tblW w:w="1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942"/>
        <w:gridCol w:w="912"/>
        <w:gridCol w:w="1836"/>
        <w:gridCol w:w="12"/>
        <w:gridCol w:w="1824"/>
        <w:gridCol w:w="3672"/>
        <w:gridCol w:w="24"/>
      </w:tblGrid>
      <w:tr w:rsidR="001249B1" w:rsidRPr="00185FD8" w:rsidTr="007B576F">
        <w:trPr>
          <w:gridAfter w:val="1"/>
          <w:wAfter w:w="24" w:type="dxa"/>
        </w:trPr>
        <w:tc>
          <w:tcPr>
            <w:tcW w:w="3672" w:type="dxa"/>
            <w:gridSpan w:val="3"/>
            <w:shd w:val="clear" w:color="auto" w:fill="C2D69B"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</w:p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</w:t>
            </w:r>
          </w:p>
        </w:tc>
        <w:tc>
          <w:tcPr>
            <w:tcW w:w="3672" w:type="dxa"/>
            <w:shd w:val="clear" w:color="auto" w:fill="C2D69B"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Week: One</w:t>
            </w:r>
            <w:r w:rsidR="00C02B71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A10B18">
              <w:rPr>
                <w:rFonts w:ascii="Times New Roman" w:hAnsi="Times New Roman"/>
                <w:b/>
                <w:sz w:val="24"/>
                <w:szCs w:val="24"/>
              </w:rPr>
              <w:t>Tuesday</w:t>
            </w:r>
          </w:p>
        </w:tc>
      </w:tr>
      <w:tr w:rsidR="001249B1" w:rsidRPr="00185FD8" w:rsidTr="007B576F">
        <w:trPr>
          <w:gridAfter w:val="1"/>
          <w:wAfter w:w="24" w:type="dxa"/>
        </w:trPr>
        <w:tc>
          <w:tcPr>
            <w:tcW w:w="5508" w:type="dxa"/>
            <w:gridSpan w:val="4"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Unit Title: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F827F6">
              <w:rPr>
                <w:rFonts w:ascii="Times New Roman" w:hAnsi="Times New Roman"/>
                <w:sz w:val="24"/>
                <w:szCs w:val="24"/>
              </w:rPr>
              <w:t>Counting Numbers 0-30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Corresponding Unit Task: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827F6">
              <w:rPr>
                <w:rFonts w:ascii="Times New Roman" w:hAnsi="Times New Roman"/>
                <w:sz w:val="24"/>
                <w:szCs w:val="24"/>
              </w:rPr>
              <w:t>Unit 1 – Task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(scavenger hunt)</w:t>
            </w:r>
          </w:p>
        </w:tc>
      </w:tr>
      <w:tr w:rsidR="001249B1" w:rsidRPr="00185FD8" w:rsidTr="007B576F">
        <w:trPr>
          <w:gridAfter w:val="1"/>
          <w:wAfter w:w="24" w:type="dxa"/>
          <w:trHeight w:val="737"/>
        </w:trPr>
        <w:tc>
          <w:tcPr>
            <w:tcW w:w="11016" w:type="dxa"/>
            <w:gridSpan w:val="7"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 xml:space="preserve">Essential Question(s): </w:t>
            </w:r>
            <w:r w:rsidRPr="007C4D2D">
              <w:rPr>
                <w:rFonts w:ascii="Times New Roman" w:hAnsi="Times New Roman"/>
                <w:sz w:val="24"/>
                <w:szCs w:val="24"/>
              </w:rPr>
              <w:t>What does a number represent?  Why do we use numerals?  How are numbers arranged?</w:t>
            </w:r>
          </w:p>
        </w:tc>
      </w:tr>
      <w:tr w:rsidR="001249B1" w:rsidRPr="00185FD8" w:rsidTr="007B576F">
        <w:trPr>
          <w:gridAfter w:val="1"/>
          <w:wAfter w:w="24" w:type="dxa"/>
          <w:trHeight w:val="296"/>
        </w:trPr>
        <w:tc>
          <w:tcPr>
            <w:tcW w:w="5508" w:type="dxa"/>
            <w:gridSpan w:val="4"/>
            <w:shd w:val="clear" w:color="auto" w:fill="C2D69B"/>
          </w:tcPr>
          <w:p w:rsidR="001249B1" w:rsidRPr="00185FD8" w:rsidRDefault="001249B1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/>
          </w:tcPr>
          <w:p w:rsidR="001249B1" w:rsidRPr="00185FD8" w:rsidRDefault="001249B1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1249B1" w:rsidRPr="00185FD8" w:rsidTr="007B576F">
        <w:trPr>
          <w:trHeight w:val="737"/>
        </w:trPr>
        <w:tc>
          <w:tcPr>
            <w:tcW w:w="2760" w:type="dxa"/>
            <w:gridSpan w:val="2"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</w:p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Student:</w:t>
            </w:r>
          </w:p>
          <w:p w:rsidR="001249B1" w:rsidRPr="000749A5" w:rsidRDefault="000749A5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Counters, pencils, crayons, n</w:t>
            </w:r>
            <w:r w:rsidRPr="000749A5">
              <w:rPr>
                <w:rFonts w:ascii="Times New Roman" w:hAnsi="Times New Roman"/>
                <w:sz w:val="24"/>
                <w:szCs w:val="24"/>
              </w:rPr>
              <w:t>umber cards 6-10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20" w:type="dxa"/>
            <w:gridSpan w:val="3"/>
          </w:tcPr>
          <w:p w:rsidR="001249B1" w:rsidRPr="001B154B" w:rsidRDefault="001249B1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54B">
              <w:rPr>
                <w:rFonts w:ascii="Times New Roman" w:hAnsi="Times New Roman"/>
                <w:sz w:val="24"/>
                <w:szCs w:val="24"/>
              </w:rPr>
              <w:t xml:space="preserve">Count </w:t>
            </w:r>
          </w:p>
          <w:p w:rsidR="001249B1" w:rsidRPr="001B154B" w:rsidRDefault="001249B1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54B">
              <w:rPr>
                <w:rFonts w:ascii="Times New Roman" w:hAnsi="Times New Roman"/>
                <w:sz w:val="24"/>
                <w:szCs w:val="24"/>
              </w:rPr>
              <w:t xml:space="preserve">Value </w:t>
            </w:r>
          </w:p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49B1" w:rsidRPr="00185FD8" w:rsidTr="007B576F">
        <w:trPr>
          <w:gridAfter w:val="1"/>
          <w:wAfter w:w="24" w:type="dxa"/>
          <w:trHeight w:val="368"/>
        </w:trPr>
        <w:tc>
          <w:tcPr>
            <w:tcW w:w="11016" w:type="dxa"/>
            <w:gridSpan w:val="7"/>
            <w:shd w:val="clear" w:color="auto" w:fill="C2D69B"/>
          </w:tcPr>
          <w:p w:rsidR="001249B1" w:rsidRPr="00185FD8" w:rsidRDefault="001249B1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Learning Experience</w:t>
            </w:r>
          </w:p>
        </w:tc>
      </w:tr>
      <w:tr w:rsidR="001249B1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 w:val="restart"/>
          </w:tcPr>
          <w:p w:rsidR="00093196" w:rsidRPr="00093196" w:rsidRDefault="001249B1" w:rsidP="0009319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093196">
              <w:rPr>
                <w:rFonts w:ascii="Times New Roman" w:hAnsi="Times New Roman"/>
                <w:b/>
              </w:rPr>
              <w:t xml:space="preserve"> </w:t>
            </w:r>
            <w:r w:rsidR="00093196" w:rsidRPr="00093196">
              <w:rPr>
                <w:rFonts w:ascii="Times New Roman" w:hAnsi="Times New Roman"/>
                <w:b/>
              </w:rPr>
              <w:t xml:space="preserve">8 Mathematical Practices: </w:t>
            </w:r>
          </w:p>
          <w:p w:rsid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95885" cy="74295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1.  Make sense of problems and persevere in solving them.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93196" w:rsidRP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95885" cy="74295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2.  Reason abstractly and quantitatively.</w:t>
            </w:r>
          </w:p>
          <w:p w:rsidR="00093196" w:rsidRP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>
                  <wp:extent cx="95885" cy="74295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3.  Construct viable arguments and critique the reasoning of others.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7CE71F32" wp14:editId="49A4C629">
                  <wp:extent cx="91440" cy="79375"/>
                  <wp:effectExtent l="0" t="0" r="381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4.  Model with mathematics.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5152FC9E" wp14:editId="77B21E8C">
                  <wp:extent cx="91440" cy="79375"/>
                  <wp:effectExtent l="0" t="0" r="381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5.  Use appropriate tools strategically.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074AE94F" wp14:editId="5FE52655">
                  <wp:extent cx="91440" cy="79375"/>
                  <wp:effectExtent l="0" t="0" r="381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6.  Attend to precision.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74FC7247" wp14:editId="13B9011C">
                  <wp:extent cx="91440" cy="79375"/>
                  <wp:effectExtent l="0" t="0" r="381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7.  Look for and make use of structure.</w:t>
            </w:r>
          </w:p>
          <w:p w:rsidR="001249B1" w:rsidRPr="00185FD8" w:rsidRDefault="00216256" w:rsidP="000931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49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093196" w:rsidRPr="00093196">
              <w:rPr>
                <w:rFonts w:ascii="Times New Roman" w:hAnsi="Times New Roman"/>
                <w:sz w:val="18"/>
                <w:szCs w:val="18"/>
              </w:rPr>
              <w:t xml:space="preserve">      8.  Look for and express regularity in repeated reasoning.</w:t>
            </w:r>
          </w:p>
        </w:tc>
        <w:tc>
          <w:tcPr>
            <w:tcW w:w="9198" w:type="dxa"/>
            <w:gridSpan w:val="6"/>
          </w:tcPr>
          <w:p w:rsidR="001249B1" w:rsidRPr="00185FD8" w:rsidRDefault="001249B1" w:rsidP="007B576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Common Core State 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6259D">
              <w:rPr>
                <w:rFonts w:ascii="Times New Roman" w:hAnsi="Times New Roman"/>
                <w:sz w:val="24"/>
                <w:szCs w:val="24"/>
              </w:rPr>
              <w:t>K.CC.2 – count forward beginning from a given number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within the know sequence (instead of having to begin at 1).</w:t>
            </w:r>
          </w:p>
        </w:tc>
      </w:tr>
      <w:tr w:rsidR="001249B1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1249B1" w:rsidRPr="00185FD8" w:rsidRDefault="001249B1" w:rsidP="007B576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6259D">
              <w:rPr>
                <w:rFonts w:ascii="Times New Roman" w:hAnsi="Times New Roman"/>
                <w:sz w:val="24"/>
                <w:szCs w:val="24"/>
              </w:rPr>
              <w:t xml:space="preserve">I can count objects in a set </w:t>
            </w:r>
            <w:r w:rsidR="00AE247A">
              <w:rPr>
                <w:rFonts w:ascii="Times New Roman" w:hAnsi="Times New Roman"/>
                <w:sz w:val="24"/>
                <w:szCs w:val="24"/>
              </w:rPr>
              <w:t xml:space="preserve">from </w:t>
            </w:r>
            <w:r>
              <w:rPr>
                <w:rFonts w:ascii="Times New Roman" w:hAnsi="Times New Roman"/>
                <w:sz w:val="24"/>
                <w:szCs w:val="24"/>
              </w:rPr>
              <w:t>6-10.</w:t>
            </w:r>
          </w:p>
        </w:tc>
      </w:tr>
      <w:tr w:rsidR="001249B1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1249B1" w:rsidRPr="00F31B05" w:rsidRDefault="001249B1" w:rsidP="00C02B7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1B05">
              <w:rPr>
                <w:rFonts w:ascii="Times New Roman" w:hAnsi="Times New Roman"/>
                <w:b/>
                <w:sz w:val="24"/>
                <w:szCs w:val="24"/>
              </w:rPr>
              <w:t xml:space="preserve">Activating Strategy/Hook:  </w:t>
            </w:r>
            <w:r w:rsidRPr="0076259D">
              <w:rPr>
                <w:rFonts w:ascii="Times New Roman" w:hAnsi="Times New Roman"/>
                <w:sz w:val="24"/>
                <w:szCs w:val="24"/>
              </w:rPr>
              <w:t>The teacher wi</w:t>
            </w:r>
            <w:r w:rsidR="00C02B71">
              <w:rPr>
                <w:rFonts w:ascii="Times New Roman" w:hAnsi="Times New Roman"/>
                <w:sz w:val="24"/>
                <w:szCs w:val="24"/>
              </w:rPr>
              <w:t>ll sing the Nursery Rhyme 1,</w:t>
            </w:r>
            <w:r w:rsidR="000749A5">
              <w:rPr>
                <w:rFonts w:ascii="Times New Roman" w:hAnsi="Times New Roman"/>
                <w:sz w:val="24"/>
                <w:szCs w:val="24"/>
              </w:rPr>
              <w:t xml:space="preserve"> 2 Buckle My Shoe! To reinforce </w:t>
            </w:r>
            <w:r w:rsidR="00C02B71">
              <w:rPr>
                <w:rFonts w:ascii="Times New Roman" w:hAnsi="Times New Roman"/>
                <w:sz w:val="24"/>
                <w:szCs w:val="24"/>
              </w:rPr>
              <w:t xml:space="preserve">counting 1-10.  Repeat a few times. </w:t>
            </w:r>
          </w:p>
        </w:tc>
      </w:tr>
      <w:tr w:rsidR="001249B1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1249B1" w:rsidRPr="00185FD8" w:rsidRDefault="001249B1" w:rsidP="00754499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 Directed: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54499" w:rsidRPr="00754499">
              <w:rPr>
                <w:rFonts w:ascii="Times New Roman" w:hAnsi="Times New Roman"/>
                <w:sz w:val="24"/>
                <w:szCs w:val="24"/>
              </w:rPr>
              <w:t>The teacher will activate prior knowledg</w:t>
            </w:r>
            <w:r w:rsidR="00AE247A">
              <w:rPr>
                <w:rFonts w:ascii="Times New Roman" w:hAnsi="Times New Roman"/>
                <w:sz w:val="24"/>
                <w:szCs w:val="24"/>
              </w:rPr>
              <w:t>e by counting objects in a set 1-5</w:t>
            </w:r>
            <w:r w:rsidR="00754499" w:rsidRPr="00754499">
              <w:rPr>
                <w:rFonts w:ascii="Times New Roman" w:hAnsi="Times New Roman"/>
                <w:sz w:val="24"/>
                <w:szCs w:val="24"/>
              </w:rPr>
              <w:t xml:space="preserve"> using </w:t>
            </w:r>
            <w:proofErr w:type="spellStart"/>
            <w:r w:rsidR="00754499" w:rsidRPr="00754499">
              <w:rPr>
                <w:rFonts w:ascii="Times New Roman" w:hAnsi="Times New Roman"/>
                <w:sz w:val="24"/>
                <w:szCs w:val="24"/>
              </w:rPr>
              <w:t>manipulatives</w:t>
            </w:r>
            <w:proofErr w:type="spellEnd"/>
            <w:r w:rsidR="00754499" w:rsidRPr="00754499">
              <w:rPr>
                <w:rFonts w:ascii="Times New Roman" w:hAnsi="Times New Roman"/>
                <w:sz w:val="24"/>
                <w:szCs w:val="24"/>
              </w:rPr>
              <w:t xml:space="preserve"> and appropriate vocabulary.</w:t>
            </w:r>
            <w:r w:rsidR="00AE247A">
              <w:rPr>
                <w:rFonts w:ascii="Times New Roman" w:hAnsi="Times New Roman"/>
                <w:sz w:val="24"/>
                <w:szCs w:val="24"/>
              </w:rPr>
              <w:t xml:space="preserve">  Then, the teacher will introduce counting objects in a set from 6-10</w:t>
            </w:r>
            <w:r w:rsidR="00AE247A" w:rsidRPr="00754499">
              <w:rPr>
                <w:rFonts w:ascii="Times New Roman" w:hAnsi="Times New Roman"/>
                <w:sz w:val="24"/>
                <w:szCs w:val="24"/>
              </w:rPr>
              <w:t xml:space="preserve"> using </w:t>
            </w:r>
            <w:proofErr w:type="spellStart"/>
            <w:r w:rsidR="00AE247A" w:rsidRPr="00754499">
              <w:rPr>
                <w:rFonts w:ascii="Times New Roman" w:hAnsi="Times New Roman"/>
                <w:sz w:val="24"/>
                <w:szCs w:val="24"/>
              </w:rPr>
              <w:t>manipulatives</w:t>
            </w:r>
            <w:proofErr w:type="spellEnd"/>
            <w:r w:rsidR="00AE247A" w:rsidRPr="00754499">
              <w:rPr>
                <w:rFonts w:ascii="Times New Roman" w:hAnsi="Times New Roman"/>
                <w:sz w:val="24"/>
                <w:szCs w:val="24"/>
              </w:rPr>
              <w:t xml:space="preserve"> and appropriate vocabulary.</w:t>
            </w:r>
            <w:r w:rsidR="00AE247A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1249B1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1249B1" w:rsidRPr="00185FD8" w:rsidRDefault="001249B1" w:rsidP="007B576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Guided Practice:  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>The teacher will call out numbers</w:t>
            </w:r>
            <w:r w:rsidR="005E7A13">
              <w:rPr>
                <w:rFonts w:ascii="Times New Roman" w:hAnsi="Times New Roman"/>
                <w:sz w:val="24"/>
                <w:szCs w:val="24"/>
              </w:rPr>
              <w:t xml:space="preserve"> 6 - 10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 xml:space="preserve"> and each student </w:t>
            </w:r>
            <w:r>
              <w:rPr>
                <w:rFonts w:ascii="Times New Roman" w:hAnsi="Times New Roman"/>
                <w:sz w:val="24"/>
                <w:szCs w:val="24"/>
              </w:rPr>
              <w:t>will attempt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 xml:space="preserve"> to model numbers 6 – 10 with </w:t>
            </w:r>
            <w:proofErr w:type="spellStart"/>
            <w:r w:rsidRPr="00E313F0">
              <w:rPr>
                <w:rFonts w:ascii="Times New Roman" w:hAnsi="Times New Roman"/>
                <w:sz w:val="24"/>
                <w:szCs w:val="24"/>
              </w:rPr>
              <w:t>manipulative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proofErr w:type="spellEnd"/>
            <w:r w:rsidR="00AE247A">
              <w:rPr>
                <w:rFonts w:ascii="Times New Roman" w:hAnsi="Times New Roman"/>
                <w:sz w:val="24"/>
                <w:szCs w:val="24"/>
              </w:rPr>
              <w:t xml:space="preserve"> and count them</w:t>
            </w:r>
            <w:r>
              <w:rPr>
                <w:rFonts w:ascii="Times New Roman" w:hAnsi="Times New Roman"/>
                <w:sz w:val="24"/>
                <w:szCs w:val="24"/>
              </w:rPr>
              <w:t>.  The teacher will monitor and observe students.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249B1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1249B1" w:rsidRPr="00185FD8" w:rsidRDefault="001249B1" w:rsidP="006E7A1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Independent Practice: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B154B">
              <w:rPr>
                <w:rFonts w:ascii="Times New Roman" w:hAnsi="Times New Roman"/>
                <w:sz w:val="24"/>
                <w:szCs w:val="24"/>
              </w:rPr>
              <w:t>Students will get blank number cards from (</w:t>
            </w:r>
            <w:hyperlink r:id="rId10" w:history="1">
              <w:r w:rsidR="006E7A1C" w:rsidRPr="00527E7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www.mathworksheetswizard.com</w:t>
              </w:r>
            </w:hyperlink>
            <w:r w:rsidRPr="001B154B">
              <w:rPr>
                <w:rFonts w:ascii="Times New Roman" w:hAnsi="Times New Roman"/>
                <w:sz w:val="24"/>
                <w:szCs w:val="24"/>
              </w:rPr>
              <w:t>).  Students will get numbers</w:t>
            </w:r>
            <w:r w:rsidR="005E7A13">
              <w:rPr>
                <w:rFonts w:ascii="Times New Roman" w:hAnsi="Times New Roman"/>
                <w:sz w:val="24"/>
                <w:szCs w:val="24"/>
              </w:rPr>
              <w:t xml:space="preserve"> 6 -10</w:t>
            </w:r>
            <w:r w:rsidRPr="001B154B">
              <w:rPr>
                <w:rFonts w:ascii="Times New Roman" w:hAnsi="Times New Roman"/>
                <w:sz w:val="24"/>
                <w:szCs w:val="24"/>
              </w:rPr>
              <w:t xml:space="preserve"> and they are to draw circles to show the value of each number</w:t>
            </w:r>
            <w:r w:rsidR="008B37B2">
              <w:rPr>
                <w:rFonts w:ascii="Times New Roman" w:hAnsi="Times New Roman"/>
                <w:sz w:val="24"/>
                <w:szCs w:val="24"/>
              </w:rPr>
              <w:t xml:space="preserve"> and reinforce counting on from 6 - 10</w:t>
            </w:r>
            <w:r w:rsidRPr="001B15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49B1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1249B1" w:rsidRPr="00185FD8" w:rsidRDefault="001249B1" w:rsidP="007B576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Closing/Summarizing Strategy: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827F6">
              <w:rPr>
                <w:rFonts w:ascii="Times New Roman" w:hAnsi="Times New Roman"/>
                <w:sz w:val="24"/>
                <w:szCs w:val="24"/>
              </w:rPr>
              <w:t>The teacher will review EQ.  Students are to tell teacher how and why counting is important.</w:t>
            </w:r>
          </w:p>
        </w:tc>
      </w:tr>
      <w:tr w:rsidR="001249B1" w:rsidRPr="00185FD8" w:rsidTr="007B576F">
        <w:trPr>
          <w:gridAfter w:val="1"/>
          <w:wAfter w:w="24" w:type="dxa"/>
          <w:trHeight w:val="296"/>
        </w:trPr>
        <w:tc>
          <w:tcPr>
            <w:tcW w:w="11016" w:type="dxa"/>
            <w:gridSpan w:val="7"/>
            <w:shd w:val="clear" w:color="auto" w:fill="C2D69B"/>
          </w:tcPr>
          <w:p w:rsidR="001249B1" w:rsidRPr="00185FD8" w:rsidRDefault="001249B1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1249B1" w:rsidRPr="00185FD8" w:rsidTr="007B576F">
        <w:trPr>
          <w:gridAfter w:val="1"/>
          <w:wAfter w:w="24" w:type="dxa"/>
          <w:trHeight w:val="359"/>
        </w:trPr>
        <w:tc>
          <w:tcPr>
            <w:tcW w:w="3672" w:type="dxa"/>
            <w:gridSpan w:val="3"/>
          </w:tcPr>
          <w:p w:rsidR="001249B1" w:rsidRPr="00185FD8" w:rsidRDefault="001249B1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1249B1" w:rsidRPr="00185FD8" w:rsidRDefault="001249B1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1249B1" w:rsidRPr="00185FD8" w:rsidRDefault="001249B1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1249B1" w:rsidRPr="00185FD8" w:rsidTr="007B576F">
        <w:trPr>
          <w:gridAfter w:val="1"/>
          <w:wAfter w:w="24" w:type="dxa"/>
          <w:trHeight w:val="719"/>
        </w:trPr>
        <w:tc>
          <w:tcPr>
            <w:tcW w:w="3672" w:type="dxa"/>
            <w:gridSpan w:val="3"/>
          </w:tcPr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Small group instruct</w:t>
            </w:r>
            <w:r w:rsidR="005E7A13">
              <w:rPr>
                <w:rFonts w:ascii="Times New Roman" w:hAnsi="Times New Roman"/>
                <w:sz w:val="24"/>
                <w:szCs w:val="24"/>
              </w:rPr>
              <w:t>ion with numbers beyond 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  <w:gridSpan w:val="3"/>
          </w:tcPr>
          <w:p w:rsidR="001249B1" w:rsidRDefault="001249B1" w:rsidP="007B5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Picture Cards</w:t>
            </w:r>
          </w:p>
          <w:p w:rsidR="005E7A13" w:rsidRPr="00185FD8" w:rsidRDefault="005E7A13" w:rsidP="007B5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Number Cards </w:t>
            </w:r>
          </w:p>
        </w:tc>
        <w:tc>
          <w:tcPr>
            <w:tcW w:w="3672" w:type="dxa"/>
          </w:tcPr>
          <w:p w:rsidR="001249B1" w:rsidRPr="00185FD8" w:rsidRDefault="00A10B18" w:rsidP="006E7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Manipulatives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such</w:t>
            </w:r>
            <w:r w:rsidR="005E7A13">
              <w:rPr>
                <w:rFonts w:ascii="Times New Roman" w:hAnsi="Times New Roman"/>
                <w:sz w:val="24"/>
                <w:szCs w:val="24"/>
              </w:rPr>
              <w:t xml:space="preserve"> as puzzles that </w:t>
            </w:r>
            <w:r w:rsidR="006E7A1C">
              <w:rPr>
                <w:rFonts w:ascii="Times New Roman" w:hAnsi="Times New Roman"/>
                <w:sz w:val="24"/>
                <w:szCs w:val="24"/>
              </w:rPr>
              <w:t>facilitates</w:t>
            </w:r>
            <w:r w:rsidR="005E7A13">
              <w:rPr>
                <w:rFonts w:ascii="Times New Roman" w:hAnsi="Times New Roman"/>
                <w:sz w:val="24"/>
                <w:szCs w:val="24"/>
              </w:rPr>
              <w:t xml:space="preserve"> number recognition.</w:t>
            </w:r>
          </w:p>
        </w:tc>
      </w:tr>
      <w:tr w:rsidR="001249B1" w:rsidRPr="00185FD8" w:rsidTr="007B576F">
        <w:trPr>
          <w:gridAfter w:val="1"/>
          <w:wAfter w:w="24" w:type="dxa"/>
          <w:trHeight w:val="296"/>
        </w:trPr>
        <w:tc>
          <w:tcPr>
            <w:tcW w:w="11016" w:type="dxa"/>
            <w:gridSpan w:val="7"/>
          </w:tcPr>
          <w:p w:rsidR="001249B1" w:rsidRPr="00093196" w:rsidRDefault="001249B1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Observations </w:t>
            </w:r>
          </w:p>
          <w:p w:rsidR="001249B1" w:rsidRPr="00185FD8" w:rsidRDefault="001249B1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196" w:rsidRPr="00185FD8" w:rsidTr="007B576F">
        <w:trPr>
          <w:gridAfter w:val="1"/>
          <w:wAfter w:w="24" w:type="dxa"/>
          <w:trHeight w:val="296"/>
        </w:trPr>
        <w:tc>
          <w:tcPr>
            <w:tcW w:w="11016" w:type="dxa"/>
            <w:gridSpan w:val="7"/>
          </w:tcPr>
          <w:p w:rsidR="00093196" w:rsidRPr="00185FD8" w:rsidRDefault="00093196" w:rsidP="00922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</w:tc>
      </w:tr>
    </w:tbl>
    <w:p w:rsidR="001249B1" w:rsidRDefault="001249B1" w:rsidP="001249B1">
      <w:pPr>
        <w:rPr>
          <w:rFonts w:ascii="Times New Roman" w:hAnsi="Times New Roman"/>
          <w:sz w:val="10"/>
          <w:szCs w:val="10"/>
        </w:rPr>
      </w:pPr>
    </w:p>
    <w:p w:rsidR="005E7A13" w:rsidRPr="006A0ACD" w:rsidRDefault="005E7A13" w:rsidP="005E7A1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Math Lesson Plan </w:t>
      </w:r>
    </w:p>
    <w:tbl>
      <w:tblPr>
        <w:tblW w:w="1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942"/>
        <w:gridCol w:w="912"/>
        <w:gridCol w:w="1836"/>
        <w:gridCol w:w="12"/>
        <w:gridCol w:w="1824"/>
        <w:gridCol w:w="3672"/>
        <w:gridCol w:w="24"/>
      </w:tblGrid>
      <w:tr w:rsidR="005E7A13" w:rsidRPr="00185FD8" w:rsidTr="007B576F">
        <w:trPr>
          <w:gridAfter w:val="1"/>
          <w:wAfter w:w="24" w:type="dxa"/>
        </w:trPr>
        <w:tc>
          <w:tcPr>
            <w:tcW w:w="3672" w:type="dxa"/>
            <w:gridSpan w:val="3"/>
            <w:shd w:val="clear" w:color="auto" w:fill="C2D69B"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</w:p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</w:t>
            </w:r>
          </w:p>
        </w:tc>
        <w:tc>
          <w:tcPr>
            <w:tcW w:w="3672" w:type="dxa"/>
            <w:shd w:val="clear" w:color="auto" w:fill="C2D69B"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Week: One</w:t>
            </w:r>
            <w:r w:rsidR="00A10B18">
              <w:rPr>
                <w:rFonts w:ascii="Times New Roman" w:hAnsi="Times New Roman"/>
                <w:b/>
                <w:sz w:val="24"/>
                <w:szCs w:val="24"/>
              </w:rPr>
              <w:t>-Wednesday</w:t>
            </w:r>
          </w:p>
        </w:tc>
      </w:tr>
      <w:tr w:rsidR="005E7A13" w:rsidRPr="00185FD8" w:rsidTr="007B576F">
        <w:trPr>
          <w:gridAfter w:val="1"/>
          <w:wAfter w:w="24" w:type="dxa"/>
        </w:trPr>
        <w:tc>
          <w:tcPr>
            <w:tcW w:w="5508" w:type="dxa"/>
            <w:gridSpan w:val="4"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Unit Title: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F827F6">
              <w:rPr>
                <w:rFonts w:ascii="Times New Roman" w:hAnsi="Times New Roman"/>
                <w:sz w:val="24"/>
                <w:szCs w:val="24"/>
              </w:rPr>
              <w:t>Counting Numbers 0-30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Corresponding Unit Task: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827F6">
              <w:rPr>
                <w:rFonts w:ascii="Times New Roman" w:hAnsi="Times New Roman"/>
                <w:sz w:val="24"/>
                <w:szCs w:val="24"/>
              </w:rPr>
              <w:t>Unit 1 – Task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(scavenger hunt)</w:t>
            </w:r>
          </w:p>
        </w:tc>
      </w:tr>
      <w:tr w:rsidR="005E7A13" w:rsidRPr="00185FD8" w:rsidTr="007B576F">
        <w:trPr>
          <w:gridAfter w:val="1"/>
          <w:wAfter w:w="24" w:type="dxa"/>
          <w:trHeight w:val="737"/>
        </w:trPr>
        <w:tc>
          <w:tcPr>
            <w:tcW w:w="11016" w:type="dxa"/>
            <w:gridSpan w:val="7"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 xml:space="preserve">Essential Question(s): </w:t>
            </w:r>
            <w:r w:rsidRPr="007C4D2D">
              <w:rPr>
                <w:rFonts w:ascii="Times New Roman" w:hAnsi="Times New Roman"/>
                <w:sz w:val="24"/>
                <w:szCs w:val="24"/>
              </w:rPr>
              <w:t>What does a number represent?  Why do we use numerals?  How are numbers arranged?</w:t>
            </w:r>
          </w:p>
        </w:tc>
      </w:tr>
      <w:tr w:rsidR="005E7A13" w:rsidRPr="00185FD8" w:rsidTr="007B576F">
        <w:trPr>
          <w:gridAfter w:val="1"/>
          <w:wAfter w:w="24" w:type="dxa"/>
          <w:trHeight w:val="296"/>
        </w:trPr>
        <w:tc>
          <w:tcPr>
            <w:tcW w:w="5508" w:type="dxa"/>
            <w:gridSpan w:val="4"/>
            <w:shd w:val="clear" w:color="auto" w:fill="C2D69B"/>
          </w:tcPr>
          <w:p w:rsidR="005E7A13" w:rsidRPr="00185FD8" w:rsidRDefault="005E7A13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/>
          </w:tcPr>
          <w:p w:rsidR="005E7A13" w:rsidRPr="00185FD8" w:rsidRDefault="005E7A13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5E7A13" w:rsidRPr="00185FD8" w:rsidTr="007B576F">
        <w:trPr>
          <w:trHeight w:val="737"/>
        </w:trPr>
        <w:tc>
          <w:tcPr>
            <w:tcW w:w="2760" w:type="dxa"/>
            <w:gridSpan w:val="2"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</w:p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Student:</w:t>
            </w:r>
          </w:p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20" w:type="dxa"/>
            <w:gridSpan w:val="3"/>
          </w:tcPr>
          <w:p w:rsidR="005E7A13" w:rsidRPr="001B154B" w:rsidRDefault="005E7A13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54B">
              <w:rPr>
                <w:rFonts w:ascii="Times New Roman" w:hAnsi="Times New Roman"/>
                <w:sz w:val="24"/>
                <w:szCs w:val="24"/>
              </w:rPr>
              <w:t xml:space="preserve">Count </w:t>
            </w:r>
          </w:p>
          <w:p w:rsidR="005E7A13" w:rsidRPr="001B154B" w:rsidRDefault="005E7A13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54B">
              <w:rPr>
                <w:rFonts w:ascii="Times New Roman" w:hAnsi="Times New Roman"/>
                <w:sz w:val="24"/>
                <w:szCs w:val="24"/>
              </w:rPr>
              <w:t xml:space="preserve">Value </w:t>
            </w:r>
          </w:p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E7A13" w:rsidRPr="00185FD8" w:rsidTr="007B576F">
        <w:trPr>
          <w:gridAfter w:val="1"/>
          <w:wAfter w:w="24" w:type="dxa"/>
          <w:trHeight w:val="368"/>
        </w:trPr>
        <w:tc>
          <w:tcPr>
            <w:tcW w:w="11016" w:type="dxa"/>
            <w:gridSpan w:val="7"/>
            <w:shd w:val="clear" w:color="auto" w:fill="C2D69B"/>
          </w:tcPr>
          <w:p w:rsidR="005E7A13" w:rsidRPr="00185FD8" w:rsidRDefault="005E7A13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Learning Experience</w:t>
            </w:r>
          </w:p>
        </w:tc>
      </w:tr>
      <w:tr w:rsidR="005E7A13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 w:val="restart"/>
          </w:tcPr>
          <w:p w:rsidR="00093196" w:rsidRPr="00093196" w:rsidRDefault="005E7A13" w:rsidP="0009319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093196">
              <w:rPr>
                <w:rFonts w:ascii="Times New Roman" w:hAnsi="Times New Roman"/>
                <w:b/>
              </w:rPr>
              <w:t xml:space="preserve"> </w:t>
            </w:r>
            <w:r w:rsidR="00093196" w:rsidRPr="00093196">
              <w:rPr>
                <w:rFonts w:ascii="Times New Roman" w:hAnsi="Times New Roman"/>
                <w:b/>
              </w:rPr>
              <w:t xml:space="preserve">8 Mathematical Practices: </w:t>
            </w:r>
          </w:p>
          <w:p w:rsid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8454119" wp14:editId="03DF358D">
                  <wp:extent cx="95885" cy="74295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1.  Make sense of problems and persevere in solving them.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93196" w:rsidRP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516110E" wp14:editId="5A990DB7">
                  <wp:extent cx="95885" cy="74295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2.  Reason abstractly and quantitatively.</w:t>
            </w:r>
          </w:p>
          <w:p w:rsidR="00093196" w:rsidRP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CB01832" wp14:editId="4A9D1386">
                  <wp:extent cx="95885" cy="7429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3.  Construct viable arguments and critique the reasoning of others.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0702E1F6" wp14:editId="14A34B86">
                  <wp:extent cx="91440" cy="79375"/>
                  <wp:effectExtent l="0" t="0" r="381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4.  Model with mathematics.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57950D26" wp14:editId="0C2650DC">
                  <wp:extent cx="91440" cy="79375"/>
                  <wp:effectExtent l="0" t="0" r="381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5.  Use appropriate tools strategically.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34F8CA89" wp14:editId="477EAF9A">
                  <wp:extent cx="91440" cy="79375"/>
                  <wp:effectExtent l="0" t="0" r="381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6.  Attend to precision.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62238BDF" wp14:editId="08B9DD8E">
                  <wp:extent cx="91440" cy="79375"/>
                  <wp:effectExtent l="0" t="0" r="381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7.  Look for and make use of structure.</w:t>
            </w:r>
          </w:p>
          <w:p w:rsidR="005E7A13" w:rsidRPr="00185FD8" w:rsidRDefault="00216256" w:rsidP="000931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48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093196" w:rsidRPr="00093196">
              <w:rPr>
                <w:rFonts w:ascii="Times New Roman" w:hAnsi="Times New Roman"/>
                <w:sz w:val="18"/>
                <w:szCs w:val="18"/>
              </w:rPr>
              <w:t xml:space="preserve">      8.  Look for and express regularity in repeated reasoning.</w:t>
            </w:r>
          </w:p>
        </w:tc>
        <w:tc>
          <w:tcPr>
            <w:tcW w:w="9198" w:type="dxa"/>
            <w:gridSpan w:val="6"/>
          </w:tcPr>
          <w:p w:rsidR="005E7A13" w:rsidRPr="00185FD8" w:rsidRDefault="005E7A13" w:rsidP="007B576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Common Core State 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6259D">
              <w:rPr>
                <w:rFonts w:ascii="Times New Roman" w:hAnsi="Times New Roman"/>
                <w:sz w:val="24"/>
                <w:szCs w:val="24"/>
              </w:rPr>
              <w:t>K.CC.2 – count forward beginning from a given number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within the know sequence (instead of having to begin at 1).</w:t>
            </w:r>
          </w:p>
        </w:tc>
      </w:tr>
      <w:tr w:rsidR="005E7A13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E7A13" w:rsidRPr="00185FD8" w:rsidRDefault="005E7A13" w:rsidP="007B576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6259D">
              <w:rPr>
                <w:rFonts w:ascii="Times New Roman" w:hAnsi="Times New Roman"/>
                <w:sz w:val="24"/>
                <w:szCs w:val="24"/>
              </w:rPr>
              <w:t xml:space="preserve">I can count objects in a set </w:t>
            </w:r>
            <w:r w:rsidR="001254E3">
              <w:rPr>
                <w:rFonts w:ascii="Times New Roman" w:hAnsi="Times New Roman"/>
                <w:sz w:val="24"/>
                <w:szCs w:val="24"/>
              </w:rPr>
              <w:t>11-20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7A13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E7A13" w:rsidRPr="00F31B05" w:rsidRDefault="005E7A13" w:rsidP="006E7A1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1B05">
              <w:rPr>
                <w:rFonts w:ascii="Times New Roman" w:hAnsi="Times New Roman"/>
                <w:b/>
                <w:sz w:val="24"/>
                <w:szCs w:val="24"/>
              </w:rPr>
              <w:t xml:space="preserve">Activating Strategy/Hook:  </w:t>
            </w:r>
            <w:r w:rsidRPr="0076259D">
              <w:rPr>
                <w:rFonts w:ascii="Times New Roman" w:hAnsi="Times New Roman"/>
                <w:sz w:val="24"/>
                <w:szCs w:val="24"/>
              </w:rPr>
              <w:t>The teacher wi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ll </w:t>
            </w:r>
            <w:r w:rsidR="00E7643A">
              <w:rPr>
                <w:rFonts w:ascii="Times New Roman" w:hAnsi="Times New Roman"/>
                <w:sz w:val="24"/>
                <w:szCs w:val="24"/>
              </w:rPr>
              <w:t>introduce and sin</w:t>
            </w:r>
            <w:r w:rsidR="00015CC2">
              <w:rPr>
                <w:rFonts w:ascii="Times New Roman" w:hAnsi="Times New Roman"/>
                <w:sz w:val="24"/>
                <w:szCs w:val="24"/>
              </w:rPr>
              <w:t>g with the class Ron Brown song Can you count</w:t>
            </w:r>
            <w:r w:rsidR="000749A5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proofErr w:type="gramStart"/>
            <w:r w:rsidR="00E7643A">
              <w:rPr>
                <w:rFonts w:ascii="Times New Roman" w:hAnsi="Times New Roman"/>
                <w:sz w:val="24"/>
                <w:szCs w:val="24"/>
              </w:rPr>
              <w:t xml:space="preserve">20  </w:t>
            </w:r>
            <w:r w:rsidR="006E7A1C">
              <w:rPr>
                <w:rFonts w:ascii="Times New Roman" w:hAnsi="Times New Roman"/>
                <w:sz w:val="24"/>
                <w:szCs w:val="24"/>
              </w:rPr>
              <w:t>t</w:t>
            </w:r>
            <w:r w:rsidR="000749A5">
              <w:rPr>
                <w:rFonts w:ascii="Times New Roman" w:hAnsi="Times New Roman"/>
                <w:sz w:val="24"/>
                <w:szCs w:val="24"/>
              </w:rPr>
              <w:t>o</w:t>
            </w:r>
            <w:proofErr w:type="gramEnd"/>
            <w:r w:rsidR="000749A5">
              <w:rPr>
                <w:rFonts w:ascii="Times New Roman" w:hAnsi="Times New Roman"/>
                <w:sz w:val="24"/>
                <w:szCs w:val="24"/>
              </w:rPr>
              <w:t xml:space="preserve"> review numbers 1- </w:t>
            </w:r>
            <w:r w:rsidR="00015CC2">
              <w:rPr>
                <w:rFonts w:ascii="Times New Roman" w:hAnsi="Times New Roman"/>
                <w:sz w:val="24"/>
                <w:szCs w:val="24"/>
              </w:rPr>
              <w:t>10 and</w:t>
            </w:r>
            <w:r w:rsidR="000749A5">
              <w:rPr>
                <w:rFonts w:ascii="Times New Roman" w:hAnsi="Times New Roman"/>
                <w:sz w:val="24"/>
                <w:szCs w:val="24"/>
              </w:rPr>
              <w:t xml:space="preserve"> reinforce </w:t>
            </w:r>
            <w:r w:rsidR="00015CC2">
              <w:rPr>
                <w:rFonts w:ascii="Times New Roman" w:hAnsi="Times New Roman"/>
                <w:sz w:val="24"/>
                <w:szCs w:val="24"/>
              </w:rPr>
              <w:t>counting on</w:t>
            </w:r>
            <w:r w:rsidR="000749A5">
              <w:rPr>
                <w:rFonts w:ascii="Times New Roman" w:hAnsi="Times New Roman"/>
                <w:sz w:val="24"/>
                <w:szCs w:val="24"/>
              </w:rPr>
              <w:t xml:space="preserve"> 11-20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Repeat a few times. </w:t>
            </w:r>
          </w:p>
        </w:tc>
      </w:tr>
      <w:tr w:rsidR="005E7A13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E7A13" w:rsidRPr="00185FD8" w:rsidRDefault="005E7A13" w:rsidP="001254E3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 Directed: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254E3" w:rsidRPr="00754499">
              <w:rPr>
                <w:rFonts w:ascii="Times New Roman" w:hAnsi="Times New Roman"/>
                <w:sz w:val="24"/>
                <w:szCs w:val="24"/>
              </w:rPr>
              <w:t>The teacher will activate prior knowledg</w:t>
            </w:r>
            <w:r w:rsidR="001254E3">
              <w:rPr>
                <w:rFonts w:ascii="Times New Roman" w:hAnsi="Times New Roman"/>
                <w:sz w:val="24"/>
                <w:szCs w:val="24"/>
              </w:rPr>
              <w:t>e by counting objects in a set 1-10</w:t>
            </w:r>
            <w:r w:rsidR="001254E3" w:rsidRPr="00754499">
              <w:rPr>
                <w:rFonts w:ascii="Times New Roman" w:hAnsi="Times New Roman"/>
                <w:sz w:val="24"/>
                <w:szCs w:val="24"/>
              </w:rPr>
              <w:t xml:space="preserve"> using </w:t>
            </w:r>
            <w:proofErr w:type="spellStart"/>
            <w:r w:rsidR="001254E3" w:rsidRPr="00754499">
              <w:rPr>
                <w:rFonts w:ascii="Times New Roman" w:hAnsi="Times New Roman"/>
                <w:sz w:val="24"/>
                <w:szCs w:val="24"/>
              </w:rPr>
              <w:t>manipulatives</w:t>
            </w:r>
            <w:proofErr w:type="spellEnd"/>
            <w:r w:rsidR="001254E3" w:rsidRPr="00754499">
              <w:rPr>
                <w:rFonts w:ascii="Times New Roman" w:hAnsi="Times New Roman"/>
                <w:sz w:val="24"/>
                <w:szCs w:val="24"/>
              </w:rPr>
              <w:t xml:space="preserve"> and appropriate vocabulary.</w:t>
            </w:r>
            <w:r w:rsidR="001254E3">
              <w:rPr>
                <w:rFonts w:ascii="Times New Roman" w:hAnsi="Times New Roman"/>
                <w:sz w:val="24"/>
                <w:szCs w:val="24"/>
              </w:rPr>
              <w:t xml:space="preserve">  Then, the teacher will introduce counting objects in a set from 11-20</w:t>
            </w:r>
            <w:r w:rsidR="001254E3" w:rsidRPr="00754499">
              <w:rPr>
                <w:rFonts w:ascii="Times New Roman" w:hAnsi="Times New Roman"/>
                <w:sz w:val="24"/>
                <w:szCs w:val="24"/>
              </w:rPr>
              <w:t xml:space="preserve"> using </w:t>
            </w:r>
            <w:proofErr w:type="spellStart"/>
            <w:r w:rsidR="001254E3" w:rsidRPr="00754499">
              <w:rPr>
                <w:rFonts w:ascii="Times New Roman" w:hAnsi="Times New Roman"/>
                <w:sz w:val="24"/>
                <w:szCs w:val="24"/>
              </w:rPr>
              <w:t>manipulatives</w:t>
            </w:r>
            <w:proofErr w:type="spellEnd"/>
            <w:r w:rsidR="001254E3" w:rsidRPr="00754499">
              <w:rPr>
                <w:rFonts w:ascii="Times New Roman" w:hAnsi="Times New Roman"/>
                <w:sz w:val="24"/>
                <w:szCs w:val="24"/>
              </w:rPr>
              <w:t xml:space="preserve"> and appropriate vocabulary.</w:t>
            </w:r>
            <w:r w:rsidR="001254E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5E7A13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E7A13" w:rsidRPr="00185FD8" w:rsidRDefault="005E7A13" w:rsidP="007B576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Guided Practice:  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>The teacher will call out numbers</w:t>
            </w:r>
            <w:r w:rsidR="00A10B18"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10B18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 xml:space="preserve"> and each student </w:t>
            </w:r>
            <w:r>
              <w:rPr>
                <w:rFonts w:ascii="Times New Roman" w:hAnsi="Times New Roman"/>
                <w:sz w:val="24"/>
                <w:szCs w:val="24"/>
              </w:rPr>
              <w:t>will attempt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 xml:space="preserve"> to model numbers </w:t>
            </w:r>
            <w:r w:rsidR="00A10B18">
              <w:rPr>
                <w:rFonts w:ascii="Times New Roman" w:hAnsi="Times New Roman"/>
                <w:sz w:val="24"/>
                <w:szCs w:val="24"/>
              </w:rPr>
              <w:t>11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>–</w:t>
            </w:r>
            <w:r w:rsidR="00A10B18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 xml:space="preserve"> with </w:t>
            </w:r>
            <w:proofErr w:type="spellStart"/>
            <w:r w:rsidRPr="00E313F0">
              <w:rPr>
                <w:rFonts w:ascii="Times New Roman" w:hAnsi="Times New Roman"/>
                <w:sz w:val="24"/>
                <w:szCs w:val="24"/>
              </w:rPr>
              <w:t>manipulative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proofErr w:type="spellEnd"/>
            <w:r w:rsidR="003D40F4">
              <w:rPr>
                <w:rFonts w:ascii="Times New Roman" w:hAnsi="Times New Roman"/>
                <w:sz w:val="24"/>
                <w:szCs w:val="24"/>
              </w:rPr>
              <w:t xml:space="preserve"> and count on</w:t>
            </w:r>
            <w:r>
              <w:rPr>
                <w:rFonts w:ascii="Times New Roman" w:hAnsi="Times New Roman"/>
                <w:sz w:val="24"/>
                <w:szCs w:val="24"/>
              </w:rPr>
              <w:t>.  The teacher will monitor and observe students.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E7A13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E7A13" w:rsidRPr="00185FD8" w:rsidRDefault="005E7A13" w:rsidP="006E7A1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Independent Practice: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B154B">
              <w:rPr>
                <w:rFonts w:ascii="Times New Roman" w:hAnsi="Times New Roman"/>
                <w:sz w:val="24"/>
                <w:szCs w:val="24"/>
              </w:rPr>
              <w:t>Students will get blank number cards from (</w:t>
            </w:r>
            <w:hyperlink r:id="rId11" w:history="1">
              <w:r w:rsidR="006E7A1C" w:rsidRPr="00527E7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www.mathworksheetswizard.com</w:t>
              </w:r>
            </w:hyperlink>
            <w:r w:rsidRPr="001B154B">
              <w:rPr>
                <w:rFonts w:ascii="Times New Roman" w:hAnsi="Times New Roman"/>
                <w:sz w:val="24"/>
                <w:szCs w:val="24"/>
              </w:rPr>
              <w:t xml:space="preserve">).  </w:t>
            </w:r>
            <w:r w:rsidR="001254E3" w:rsidRPr="001B154B">
              <w:rPr>
                <w:rFonts w:ascii="Times New Roman" w:hAnsi="Times New Roman"/>
                <w:sz w:val="24"/>
                <w:szCs w:val="24"/>
              </w:rPr>
              <w:t>Students will get numbers</w:t>
            </w:r>
            <w:r w:rsidR="001254E3">
              <w:rPr>
                <w:rFonts w:ascii="Times New Roman" w:hAnsi="Times New Roman"/>
                <w:sz w:val="24"/>
                <w:szCs w:val="24"/>
              </w:rPr>
              <w:t xml:space="preserve"> 11 -20</w:t>
            </w:r>
            <w:r w:rsidR="001254E3" w:rsidRPr="001B154B">
              <w:rPr>
                <w:rFonts w:ascii="Times New Roman" w:hAnsi="Times New Roman"/>
                <w:sz w:val="24"/>
                <w:szCs w:val="24"/>
              </w:rPr>
              <w:t xml:space="preserve"> and they are to draw circles to show the value of each number</w:t>
            </w:r>
            <w:r w:rsidR="001254E3">
              <w:rPr>
                <w:rFonts w:ascii="Times New Roman" w:hAnsi="Times New Roman"/>
                <w:sz w:val="24"/>
                <w:szCs w:val="24"/>
              </w:rPr>
              <w:t xml:space="preserve"> and reinforce counting on from 11- 20</w:t>
            </w:r>
            <w:r w:rsidR="001254E3" w:rsidRPr="001B15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7A13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E7A13" w:rsidRPr="00185FD8" w:rsidRDefault="005E7A13" w:rsidP="007B576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Closing/Summarizing Strategy: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827F6">
              <w:rPr>
                <w:rFonts w:ascii="Times New Roman" w:hAnsi="Times New Roman"/>
                <w:sz w:val="24"/>
                <w:szCs w:val="24"/>
              </w:rPr>
              <w:t>The teacher will review EQ.  Students are to tell teacher how and why counting is important.</w:t>
            </w:r>
            <w:r w:rsidR="001254E3">
              <w:rPr>
                <w:rFonts w:ascii="Times New Roman" w:hAnsi="Times New Roman"/>
                <w:sz w:val="24"/>
                <w:szCs w:val="24"/>
              </w:rPr>
              <w:t xml:space="preserve">  Also, how do you know how many objects there are? </w:t>
            </w:r>
          </w:p>
        </w:tc>
      </w:tr>
      <w:tr w:rsidR="005E7A13" w:rsidRPr="00185FD8" w:rsidTr="007B576F">
        <w:trPr>
          <w:gridAfter w:val="1"/>
          <w:wAfter w:w="24" w:type="dxa"/>
          <w:trHeight w:val="296"/>
        </w:trPr>
        <w:tc>
          <w:tcPr>
            <w:tcW w:w="11016" w:type="dxa"/>
            <w:gridSpan w:val="7"/>
            <w:shd w:val="clear" w:color="auto" w:fill="C2D69B"/>
          </w:tcPr>
          <w:p w:rsidR="005E7A13" w:rsidRPr="00185FD8" w:rsidRDefault="005E7A13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E7A13" w:rsidRPr="00185FD8" w:rsidTr="007B576F">
        <w:trPr>
          <w:gridAfter w:val="1"/>
          <w:wAfter w:w="24" w:type="dxa"/>
          <w:trHeight w:val="359"/>
        </w:trPr>
        <w:tc>
          <w:tcPr>
            <w:tcW w:w="3672" w:type="dxa"/>
            <w:gridSpan w:val="3"/>
          </w:tcPr>
          <w:p w:rsidR="005E7A13" w:rsidRPr="00185FD8" w:rsidRDefault="005E7A13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E7A13" w:rsidRPr="00185FD8" w:rsidRDefault="005E7A13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E7A13" w:rsidRPr="00185FD8" w:rsidRDefault="005E7A13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5E7A13" w:rsidRPr="00185FD8" w:rsidTr="007B576F">
        <w:trPr>
          <w:gridAfter w:val="1"/>
          <w:wAfter w:w="24" w:type="dxa"/>
          <w:trHeight w:val="719"/>
        </w:trPr>
        <w:tc>
          <w:tcPr>
            <w:tcW w:w="3672" w:type="dxa"/>
            <w:gridSpan w:val="3"/>
          </w:tcPr>
          <w:p w:rsidR="005E7A13" w:rsidRPr="00185FD8" w:rsidRDefault="005E7A13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Small group in</w:t>
            </w:r>
            <w:r w:rsidR="001254E3">
              <w:rPr>
                <w:rFonts w:ascii="Times New Roman" w:hAnsi="Times New Roman"/>
                <w:sz w:val="24"/>
                <w:szCs w:val="24"/>
              </w:rPr>
              <w:t>struction with numbers beyond 20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  <w:gridSpan w:val="3"/>
          </w:tcPr>
          <w:p w:rsidR="005E7A13" w:rsidRDefault="005E7A13" w:rsidP="007B5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Picture Cards</w:t>
            </w:r>
          </w:p>
          <w:p w:rsidR="005E7A13" w:rsidRPr="00185FD8" w:rsidRDefault="005E7A13" w:rsidP="007B5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Number Cards </w:t>
            </w:r>
          </w:p>
        </w:tc>
        <w:tc>
          <w:tcPr>
            <w:tcW w:w="3672" w:type="dxa"/>
          </w:tcPr>
          <w:p w:rsidR="005E7A13" w:rsidRPr="00185FD8" w:rsidRDefault="00A10B18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Various</w:t>
            </w:r>
            <w:r w:rsidR="005E7A13">
              <w:rPr>
                <w:rFonts w:ascii="Times New Roman" w:hAnsi="Times New Roman"/>
                <w:sz w:val="24"/>
                <w:szCs w:val="24"/>
              </w:rPr>
              <w:t xml:space="preserve"> puzzles that </w:t>
            </w:r>
            <w:r w:rsidR="006E7A1C">
              <w:rPr>
                <w:rFonts w:ascii="Times New Roman" w:hAnsi="Times New Roman"/>
                <w:sz w:val="24"/>
                <w:szCs w:val="24"/>
              </w:rPr>
              <w:t xml:space="preserve">facilitates </w:t>
            </w:r>
            <w:r w:rsidR="005E7A13">
              <w:rPr>
                <w:rFonts w:ascii="Times New Roman" w:hAnsi="Times New Roman"/>
                <w:sz w:val="24"/>
                <w:szCs w:val="24"/>
              </w:rPr>
              <w:t>number recognition.</w:t>
            </w:r>
          </w:p>
        </w:tc>
      </w:tr>
      <w:tr w:rsidR="005E7A13" w:rsidRPr="00185FD8" w:rsidTr="007B576F">
        <w:trPr>
          <w:gridAfter w:val="1"/>
          <w:wAfter w:w="24" w:type="dxa"/>
          <w:trHeight w:val="296"/>
        </w:trPr>
        <w:tc>
          <w:tcPr>
            <w:tcW w:w="11016" w:type="dxa"/>
            <w:gridSpan w:val="7"/>
          </w:tcPr>
          <w:p w:rsidR="005E7A13" w:rsidRPr="00093196" w:rsidRDefault="005E7A13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  <w:r w:rsidR="000931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Observations </w:t>
            </w:r>
          </w:p>
        </w:tc>
      </w:tr>
      <w:tr w:rsidR="00093196" w:rsidRPr="00185FD8" w:rsidTr="007B576F">
        <w:trPr>
          <w:gridAfter w:val="1"/>
          <w:wAfter w:w="24" w:type="dxa"/>
          <w:trHeight w:val="296"/>
        </w:trPr>
        <w:tc>
          <w:tcPr>
            <w:tcW w:w="11016" w:type="dxa"/>
            <w:gridSpan w:val="7"/>
          </w:tcPr>
          <w:p w:rsidR="00093196" w:rsidRPr="00185FD8" w:rsidRDefault="00093196" w:rsidP="00922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</w:tc>
      </w:tr>
    </w:tbl>
    <w:p w:rsidR="005E7A13" w:rsidRDefault="005E7A13" w:rsidP="005E7A13">
      <w:pPr>
        <w:rPr>
          <w:rFonts w:ascii="Times New Roman" w:hAnsi="Times New Roman"/>
          <w:sz w:val="10"/>
          <w:szCs w:val="10"/>
        </w:rPr>
      </w:pPr>
    </w:p>
    <w:p w:rsidR="007B576F" w:rsidRPr="006A0ACD" w:rsidRDefault="007B576F" w:rsidP="007B57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Math Lesson Plan </w:t>
      </w:r>
    </w:p>
    <w:tbl>
      <w:tblPr>
        <w:tblW w:w="1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942"/>
        <w:gridCol w:w="912"/>
        <w:gridCol w:w="1836"/>
        <w:gridCol w:w="12"/>
        <w:gridCol w:w="1824"/>
        <w:gridCol w:w="3672"/>
        <w:gridCol w:w="24"/>
      </w:tblGrid>
      <w:tr w:rsidR="007B576F" w:rsidRPr="00185FD8" w:rsidTr="007B576F">
        <w:trPr>
          <w:gridAfter w:val="1"/>
          <w:wAfter w:w="24" w:type="dxa"/>
        </w:trPr>
        <w:tc>
          <w:tcPr>
            <w:tcW w:w="3672" w:type="dxa"/>
            <w:gridSpan w:val="3"/>
            <w:shd w:val="clear" w:color="auto" w:fill="C2D69B"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</w:p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</w:t>
            </w:r>
          </w:p>
        </w:tc>
        <w:tc>
          <w:tcPr>
            <w:tcW w:w="3672" w:type="dxa"/>
            <w:shd w:val="clear" w:color="auto" w:fill="C2D69B"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Week: One-</w:t>
            </w:r>
            <w:r w:rsidR="00E811EA">
              <w:rPr>
                <w:rFonts w:ascii="Times New Roman" w:hAnsi="Times New Roman"/>
                <w:b/>
                <w:sz w:val="24"/>
                <w:szCs w:val="24"/>
              </w:rPr>
              <w:t>Thursday</w:t>
            </w:r>
          </w:p>
        </w:tc>
      </w:tr>
      <w:tr w:rsidR="007B576F" w:rsidRPr="00185FD8" w:rsidTr="007B576F">
        <w:trPr>
          <w:gridAfter w:val="1"/>
          <w:wAfter w:w="24" w:type="dxa"/>
        </w:trPr>
        <w:tc>
          <w:tcPr>
            <w:tcW w:w="5508" w:type="dxa"/>
            <w:gridSpan w:val="4"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Unit Title: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F827F6">
              <w:rPr>
                <w:rFonts w:ascii="Times New Roman" w:hAnsi="Times New Roman"/>
                <w:sz w:val="24"/>
                <w:szCs w:val="24"/>
              </w:rPr>
              <w:t>Counting Numbers 0-30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Corresponding Unit Task: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827F6">
              <w:rPr>
                <w:rFonts w:ascii="Times New Roman" w:hAnsi="Times New Roman"/>
                <w:sz w:val="24"/>
                <w:szCs w:val="24"/>
              </w:rPr>
              <w:t>Unit 1 – Task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(scavenger hunt)</w:t>
            </w:r>
          </w:p>
        </w:tc>
      </w:tr>
      <w:tr w:rsidR="007B576F" w:rsidRPr="00185FD8" w:rsidTr="007B576F">
        <w:trPr>
          <w:gridAfter w:val="1"/>
          <w:wAfter w:w="24" w:type="dxa"/>
          <w:trHeight w:val="737"/>
        </w:trPr>
        <w:tc>
          <w:tcPr>
            <w:tcW w:w="11016" w:type="dxa"/>
            <w:gridSpan w:val="7"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 xml:space="preserve">Essential Question(s): </w:t>
            </w:r>
            <w:r w:rsidRPr="007C4D2D">
              <w:rPr>
                <w:rFonts w:ascii="Times New Roman" w:hAnsi="Times New Roman"/>
                <w:sz w:val="24"/>
                <w:szCs w:val="24"/>
              </w:rPr>
              <w:t>What does a number represent?  Why do we use numerals?  How are numbers arranged?</w:t>
            </w:r>
          </w:p>
        </w:tc>
      </w:tr>
      <w:tr w:rsidR="007B576F" w:rsidRPr="00185FD8" w:rsidTr="007B576F">
        <w:trPr>
          <w:gridAfter w:val="1"/>
          <w:wAfter w:w="24" w:type="dxa"/>
          <w:trHeight w:val="296"/>
        </w:trPr>
        <w:tc>
          <w:tcPr>
            <w:tcW w:w="5508" w:type="dxa"/>
            <w:gridSpan w:val="4"/>
            <w:shd w:val="clear" w:color="auto" w:fill="C2D69B"/>
          </w:tcPr>
          <w:p w:rsidR="007B576F" w:rsidRPr="00185FD8" w:rsidRDefault="007B576F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/>
          </w:tcPr>
          <w:p w:rsidR="007B576F" w:rsidRPr="00185FD8" w:rsidRDefault="007B576F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7B576F" w:rsidRPr="00185FD8" w:rsidTr="007B576F">
        <w:trPr>
          <w:trHeight w:val="737"/>
        </w:trPr>
        <w:tc>
          <w:tcPr>
            <w:tcW w:w="2760" w:type="dxa"/>
            <w:gridSpan w:val="2"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</w:p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Student:</w:t>
            </w:r>
          </w:p>
          <w:p w:rsidR="007B576F" w:rsidRPr="008A79D1" w:rsidRDefault="008A79D1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9D1">
              <w:rPr>
                <w:rFonts w:ascii="Times New Roman" w:hAnsi="Times New Roman"/>
                <w:sz w:val="24"/>
                <w:szCs w:val="24"/>
              </w:rPr>
              <w:t>Counters, pencils, crayons, number</w:t>
            </w:r>
            <w:r w:rsidR="00E811EA">
              <w:rPr>
                <w:rFonts w:ascii="Times New Roman" w:hAnsi="Times New Roman"/>
                <w:sz w:val="24"/>
                <w:szCs w:val="24"/>
              </w:rPr>
              <w:t>s</w:t>
            </w:r>
            <w:r w:rsidRPr="008A79D1">
              <w:rPr>
                <w:rFonts w:ascii="Times New Roman" w:hAnsi="Times New Roman"/>
                <w:sz w:val="24"/>
                <w:szCs w:val="24"/>
              </w:rPr>
              <w:t xml:space="preserve"> sheet</w:t>
            </w:r>
            <w:r w:rsidR="00E811EA">
              <w:rPr>
                <w:rFonts w:ascii="Times New Roman" w:hAnsi="Times New Roman"/>
                <w:sz w:val="24"/>
                <w:szCs w:val="24"/>
              </w:rPr>
              <w:t xml:space="preserve"> 21-30</w:t>
            </w:r>
          </w:p>
        </w:tc>
        <w:tc>
          <w:tcPr>
            <w:tcW w:w="5520" w:type="dxa"/>
            <w:gridSpan w:val="3"/>
          </w:tcPr>
          <w:p w:rsidR="007B576F" w:rsidRPr="001B154B" w:rsidRDefault="007B576F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54B">
              <w:rPr>
                <w:rFonts w:ascii="Times New Roman" w:hAnsi="Times New Roman"/>
                <w:sz w:val="24"/>
                <w:szCs w:val="24"/>
              </w:rPr>
              <w:t xml:space="preserve">Count </w:t>
            </w:r>
          </w:p>
          <w:p w:rsidR="007B576F" w:rsidRPr="001B154B" w:rsidRDefault="007B576F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54B">
              <w:rPr>
                <w:rFonts w:ascii="Times New Roman" w:hAnsi="Times New Roman"/>
                <w:sz w:val="24"/>
                <w:szCs w:val="24"/>
              </w:rPr>
              <w:t xml:space="preserve">Value </w:t>
            </w:r>
          </w:p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B576F" w:rsidRPr="00185FD8" w:rsidTr="007B576F">
        <w:trPr>
          <w:gridAfter w:val="1"/>
          <w:wAfter w:w="24" w:type="dxa"/>
          <w:trHeight w:val="368"/>
        </w:trPr>
        <w:tc>
          <w:tcPr>
            <w:tcW w:w="11016" w:type="dxa"/>
            <w:gridSpan w:val="7"/>
            <w:shd w:val="clear" w:color="auto" w:fill="C2D69B"/>
          </w:tcPr>
          <w:p w:rsidR="007B576F" w:rsidRPr="00185FD8" w:rsidRDefault="007B576F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Learning Experience</w:t>
            </w:r>
          </w:p>
        </w:tc>
      </w:tr>
      <w:tr w:rsidR="007B576F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 w:val="restart"/>
          </w:tcPr>
          <w:p w:rsidR="00093196" w:rsidRPr="00093196" w:rsidRDefault="007B576F" w:rsidP="0009319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093196">
              <w:rPr>
                <w:rFonts w:ascii="Times New Roman" w:hAnsi="Times New Roman"/>
                <w:b/>
              </w:rPr>
              <w:t xml:space="preserve"> </w:t>
            </w:r>
            <w:r w:rsidR="00093196" w:rsidRPr="00093196">
              <w:rPr>
                <w:rFonts w:ascii="Times New Roman" w:hAnsi="Times New Roman"/>
                <w:b/>
              </w:rPr>
              <w:t xml:space="preserve">8 Mathematical Practices: </w:t>
            </w:r>
          </w:p>
          <w:p w:rsid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7FE193F" wp14:editId="6A1B8616">
                  <wp:extent cx="95885" cy="74295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1.  Make sense of problems and persevere in solving them.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93196" w:rsidRP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3CF3F21A" wp14:editId="759BAFCD">
                  <wp:extent cx="95885" cy="74295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2.  Reason abstractly and quantitatively.</w:t>
            </w:r>
          </w:p>
          <w:p w:rsidR="00093196" w:rsidRP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70B43BF0" wp14:editId="4D6C58C1">
                  <wp:extent cx="95885" cy="74295"/>
                  <wp:effectExtent l="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3.  Construct viable arguments and critique the reasoning of others.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5095B39D" wp14:editId="1A185D29">
                  <wp:extent cx="91440" cy="79375"/>
                  <wp:effectExtent l="0" t="0" r="381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4.  Model with mathematics.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33BAC08B" wp14:editId="1E795563">
                  <wp:extent cx="91440" cy="79375"/>
                  <wp:effectExtent l="0" t="0" r="381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5.  Use appropriate tools strategically.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2FCD75FB" wp14:editId="7833EECE">
                  <wp:extent cx="91440" cy="79375"/>
                  <wp:effectExtent l="0" t="0" r="381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6.  Attend to precision.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7B5D3FC1" wp14:editId="4363D71C">
                  <wp:extent cx="91440" cy="79375"/>
                  <wp:effectExtent l="0" t="0" r="381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7.  Look for and make use of structure.</w:t>
            </w:r>
          </w:p>
          <w:p w:rsidR="007B576F" w:rsidRPr="00185FD8" w:rsidRDefault="00216256" w:rsidP="000931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47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093196" w:rsidRPr="00093196">
              <w:rPr>
                <w:rFonts w:ascii="Times New Roman" w:hAnsi="Times New Roman"/>
                <w:sz w:val="18"/>
                <w:szCs w:val="18"/>
              </w:rPr>
              <w:t xml:space="preserve">      8.  Look for and express regularity in repeated reasoning.</w:t>
            </w:r>
          </w:p>
        </w:tc>
        <w:tc>
          <w:tcPr>
            <w:tcW w:w="9198" w:type="dxa"/>
            <w:gridSpan w:val="6"/>
          </w:tcPr>
          <w:p w:rsidR="007B576F" w:rsidRPr="00185FD8" w:rsidRDefault="007B576F" w:rsidP="007B576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Common Core State 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6259D">
              <w:rPr>
                <w:rFonts w:ascii="Times New Roman" w:hAnsi="Times New Roman"/>
                <w:sz w:val="24"/>
                <w:szCs w:val="24"/>
              </w:rPr>
              <w:t>K.CC.2 – count forward beginning from a given number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within the know sequence (instead of having to begin at 1).</w:t>
            </w:r>
          </w:p>
        </w:tc>
      </w:tr>
      <w:tr w:rsidR="007B576F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7B576F" w:rsidRPr="00185FD8" w:rsidRDefault="007B576F" w:rsidP="007B576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6259D">
              <w:rPr>
                <w:rFonts w:ascii="Times New Roman" w:hAnsi="Times New Roman"/>
                <w:sz w:val="24"/>
                <w:szCs w:val="24"/>
              </w:rPr>
              <w:t>I can count objects in a set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21 - 30.</w:t>
            </w:r>
          </w:p>
        </w:tc>
      </w:tr>
      <w:tr w:rsidR="007B576F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7B576F" w:rsidRPr="00F31B05" w:rsidRDefault="007B576F" w:rsidP="007B576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1B05">
              <w:rPr>
                <w:rFonts w:ascii="Times New Roman" w:hAnsi="Times New Roman"/>
                <w:b/>
                <w:sz w:val="24"/>
                <w:szCs w:val="24"/>
              </w:rPr>
              <w:t xml:space="preserve">Activating Strategy/Hook: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teacher will introduce the </w:t>
            </w:r>
            <w:r w:rsidR="00E71AC2">
              <w:rPr>
                <w:rFonts w:ascii="Times New Roman" w:hAnsi="Times New Roman"/>
                <w:sz w:val="24"/>
                <w:szCs w:val="24"/>
              </w:rPr>
              <w:t xml:space="preserve">song </w:t>
            </w:r>
            <w:r>
              <w:rPr>
                <w:rFonts w:ascii="Times New Roman" w:hAnsi="Times New Roman"/>
                <w:sz w:val="24"/>
                <w:szCs w:val="24"/>
              </w:rPr>
              <w:t>“Lets count to 30”</w:t>
            </w:r>
            <w:r w:rsidR="00E71AC2">
              <w:rPr>
                <w:rFonts w:ascii="Times New Roman" w:hAnsi="Times New Roman"/>
                <w:sz w:val="24"/>
                <w:szCs w:val="24"/>
              </w:rPr>
              <w:t xml:space="preserve"> by Ron Brown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! </w:t>
            </w:r>
            <w:r w:rsidR="00E71A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="00015CC2">
              <w:rPr>
                <w:rFonts w:ascii="Times New Roman" w:hAnsi="Times New Roman"/>
                <w:sz w:val="24"/>
                <w:szCs w:val="24"/>
              </w:rPr>
              <w:t xml:space="preserve">review counting 1-20 and </w:t>
            </w:r>
            <w:r>
              <w:rPr>
                <w:rFonts w:ascii="Times New Roman" w:hAnsi="Times New Roman"/>
                <w:sz w:val="24"/>
                <w:szCs w:val="24"/>
              </w:rPr>
              <w:t>reinforce counting</w:t>
            </w:r>
            <w:r w:rsidR="00015CC2">
              <w:rPr>
                <w:rFonts w:ascii="Times New Roman" w:hAnsi="Times New Roman"/>
                <w:sz w:val="24"/>
                <w:szCs w:val="24"/>
              </w:rPr>
              <w:t xml:space="preserve"> 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21-30.  Repeat a few times. </w:t>
            </w:r>
          </w:p>
        </w:tc>
      </w:tr>
      <w:tr w:rsidR="007B576F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7B576F" w:rsidRPr="00185FD8" w:rsidRDefault="007B576F" w:rsidP="003D40F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 Directed: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D40F4" w:rsidRPr="00754499">
              <w:rPr>
                <w:rFonts w:ascii="Times New Roman" w:hAnsi="Times New Roman"/>
                <w:sz w:val="24"/>
                <w:szCs w:val="24"/>
              </w:rPr>
              <w:t>The teacher will activate prior knowledg</w:t>
            </w:r>
            <w:r w:rsidR="003D40F4">
              <w:rPr>
                <w:rFonts w:ascii="Times New Roman" w:hAnsi="Times New Roman"/>
                <w:sz w:val="24"/>
                <w:szCs w:val="24"/>
              </w:rPr>
              <w:t>e by counting objects in a set 11-20</w:t>
            </w:r>
            <w:r w:rsidR="003D40F4" w:rsidRPr="00754499">
              <w:rPr>
                <w:rFonts w:ascii="Times New Roman" w:hAnsi="Times New Roman"/>
                <w:sz w:val="24"/>
                <w:szCs w:val="24"/>
              </w:rPr>
              <w:t xml:space="preserve"> using </w:t>
            </w:r>
            <w:proofErr w:type="spellStart"/>
            <w:r w:rsidR="003D40F4" w:rsidRPr="00754499">
              <w:rPr>
                <w:rFonts w:ascii="Times New Roman" w:hAnsi="Times New Roman"/>
                <w:sz w:val="24"/>
                <w:szCs w:val="24"/>
              </w:rPr>
              <w:t>manipulatives</w:t>
            </w:r>
            <w:proofErr w:type="spellEnd"/>
            <w:r w:rsidR="003D40F4" w:rsidRPr="00754499">
              <w:rPr>
                <w:rFonts w:ascii="Times New Roman" w:hAnsi="Times New Roman"/>
                <w:sz w:val="24"/>
                <w:szCs w:val="24"/>
              </w:rPr>
              <w:t xml:space="preserve"> and appropriate vocabulary.</w:t>
            </w:r>
            <w:r w:rsidR="003D40F4">
              <w:rPr>
                <w:rFonts w:ascii="Times New Roman" w:hAnsi="Times New Roman"/>
                <w:sz w:val="24"/>
                <w:szCs w:val="24"/>
              </w:rPr>
              <w:t xml:space="preserve">  Then, the teacher will introduce counting objects in a set from 21-30</w:t>
            </w:r>
            <w:r w:rsidR="003D40F4" w:rsidRPr="00754499">
              <w:rPr>
                <w:rFonts w:ascii="Times New Roman" w:hAnsi="Times New Roman"/>
                <w:sz w:val="24"/>
                <w:szCs w:val="24"/>
              </w:rPr>
              <w:t xml:space="preserve"> using </w:t>
            </w:r>
            <w:proofErr w:type="spellStart"/>
            <w:r w:rsidR="003D40F4" w:rsidRPr="00754499">
              <w:rPr>
                <w:rFonts w:ascii="Times New Roman" w:hAnsi="Times New Roman"/>
                <w:sz w:val="24"/>
                <w:szCs w:val="24"/>
              </w:rPr>
              <w:t>manipulatives</w:t>
            </w:r>
            <w:proofErr w:type="spellEnd"/>
            <w:r w:rsidR="003D40F4" w:rsidRPr="00754499">
              <w:rPr>
                <w:rFonts w:ascii="Times New Roman" w:hAnsi="Times New Roman"/>
                <w:sz w:val="24"/>
                <w:szCs w:val="24"/>
              </w:rPr>
              <w:t xml:space="preserve"> and appropriate vocabulary.</w:t>
            </w:r>
            <w:r w:rsidR="003D40F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7B576F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7B576F" w:rsidRPr="00185FD8" w:rsidRDefault="003D40F4" w:rsidP="003D40F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Guided Practice:  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>The teacher will call out numbers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21- 30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 xml:space="preserve"> and each student </w:t>
            </w:r>
            <w:r>
              <w:rPr>
                <w:rFonts w:ascii="Times New Roman" w:hAnsi="Times New Roman"/>
                <w:sz w:val="24"/>
                <w:szCs w:val="24"/>
              </w:rPr>
              <w:t>will attempt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 xml:space="preserve"> to model numbers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Pr="00E313F0">
              <w:rPr>
                <w:rFonts w:ascii="Times New Roman" w:hAnsi="Times New Roman"/>
                <w:sz w:val="24"/>
                <w:szCs w:val="24"/>
              </w:rPr>
              <w:t xml:space="preserve"> with </w:t>
            </w:r>
            <w:proofErr w:type="spellStart"/>
            <w:r w:rsidRPr="00E313F0">
              <w:rPr>
                <w:rFonts w:ascii="Times New Roman" w:hAnsi="Times New Roman"/>
                <w:sz w:val="24"/>
                <w:szCs w:val="24"/>
              </w:rPr>
              <w:t>manipulative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proofErr w:type="spellEnd"/>
            <w:r w:rsidR="00EA588F">
              <w:rPr>
                <w:rFonts w:ascii="Times New Roman" w:hAnsi="Times New Roman"/>
                <w:sz w:val="24"/>
                <w:szCs w:val="24"/>
              </w:rPr>
              <w:t xml:space="preserve"> and count on</w:t>
            </w:r>
            <w:r>
              <w:rPr>
                <w:rFonts w:ascii="Times New Roman" w:hAnsi="Times New Roman"/>
                <w:sz w:val="24"/>
                <w:szCs w:val="24"/>
              </w:rPr>
              <w:t>.  The teacher will monitor and observe students.</w:t>
            </w:r>
          </w:p>
        </w:tc>
      </w:tr>
      <w:tr w:rsidR="007B576F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7B576F" w:rsidRPr="00185FD8" w:rsidRDefault="007B576F" w:rsidP="006E7A1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Independent Practice: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B154B">
              <w:rPr>
                <w:rFonts w:ascii="Times New Roman" w:hAnsi="Times New Roman"/>
                <w:sz w:val="24"/>
                <w:szCs w:val="24"/>
              </w:rPr>
              <w:t>Students will get blank number cards from (</w:t>
            </w:r>
            <w:hyperlink r:id="rId12" w:history="1">
              <w:r w:rsidR="006E7A1C" w:rsidRPr="00527E7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www.mathworksheetswizard.com</w:t>
              </w:r>
            </w:hyperlink>
            <w:r w:rsidRPr="001B154B">
              <w:rPr>
                <w:rFonts w:ascii="Times New Roman" w:hAnsi="Times New Roman"/>
                <w:sz w:val="24"/>
                <w:szCs w:val="24"/>
              </w:rPr>
              <w:t>).  Students will get numbers</w:t>
            </w:r>
            <w:r w:rsidR="00EA588F">
              <w:rPr>
                <w:rFonts w:ascii="Times New Roman" w:hAnsi="Times New Roman"/>
                <w:sz w:val="24"/>
                <w:szCs w:val="24"/>
              </w:rPr>
              <w:t xml:space="preserve"> 21 - 30</w:t>
            </w:r>
            <w:r w:rsidRPr="001B154B">
              <w:rPr>
                <w:rFonts w:ascii="Times New Roman" w:hAnsi="Times New Roman"/>
                <w:sz w:val="24"/>
                <w:szCs w:val="24"/>
              </w:rPr>
              <w:t xml:space="preserve"> and they are to draw circles to show the value of each number.</w:t>
            </w:r>
          </w:p>
        </w:tc>
      </w:tr>
      <w:tr w:rsidR="007B576F" w:rsidRPr="00185FD8" w:rsidTr="007B576F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7B576F" w:rsidRPr="00185FD8" w:rsidRDefault="007B576F" w:rsidP="007B576F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Closing/Summarizing Strategy: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827F6">
              <w:rPr>
                <w:rFonts w:ascii="Times New Roman" w:hAnsi="Times New Roman"/>
                <w:sz w:val="24"/>
                <w:szCs w:val="24"/>
              </w:rPr>
              <w:t>The teacher will review EQ.  Students are to tell teacher how and why counting is important.</w:t>
            </w:r>
          </w:p>
        </w:tc>
      </w:tr>
      <w:tr w:rsidR="007B576F" w:rsidRPr="00185FD8" w:rsidTr="007B576F">
        <w:trPr>
          <w:gridAfter w:val="1"/>
          <w:wAfter w:w="24" w:type="dxa"/>
          <w:trHeight w:val="296"/>
        </w:trPr>
        <w:tc>
          <w:tcPr>
            <w:tcW w:w="11016" w:type="dxa"/>
            <w:gridSpan w:val="7"/>
            <w:shd w:val="clear" w:color="auto" w:fill="C2D69B"/>
          </w:tcPr>
          <w:p w:rsidR="007B576F" w:rsidRPr="00185FD8" w:rsidRDefault="007B576F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7B576F" w:rsidRPr="00185FD8" w:rsidTr="007B576F">
        <w:trPr>
          <w:gridAfter w:val="1"/>
          <w:wAfter w:w="24" w:type="dxa"/>
          <w:trHeight w:val="359"/>
        </w:trPr>
        <w:tc>
          <w:tcPr>
            <w:tcW w:w="3672" w:type="dxa"/>
            <w:gridSpan w:val="3"/>
          </w:tcPr>
          <w:p w:rsidR="007B576F" w:rsidRPr="00185FD8" w:rsidRDefault="007B576F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7B576F" w:rsidRPr="00185FD8" w:rsidRDefault="007B576F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7B576F" w:rsidRPr="00185FD8" w:rsidRDefault="007B576F" w:rsidP="007B57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7B576F" w:rsidRPr="00185FD8" w:rsidTr="007B576F">
        <w:trPr>
          <w:gridAfter w:val="1"/>
          <w:wAfter w:w="24" w:type="dxa"/>
          <w:trHeight w:val="719"/>
        </w:trPr>
        <w:tc>
          <w:tcPr>
            <w:tcW w:w="3672" w:type="dxa"/>
            <w:gridSpan w:val="3"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Small group in</w:t>
            </w:r>
            <w:r w:rsidR="00E811EA">
              <w:rPr>
                <w:rFonts w:ascii="Times New Roman" w:hAnsi="Times New Roman"/>
                <w:sz w:val="24"/>
                <w:szCs w:val="24"/>
              </w:rPr>
              <w:t>struction with numbers beyond 30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72" w:type="dxa"/>
            <w:gridSpan w:val="3"/>
          </w:tcPr>
          <w:p w:rsidR="007B576F" w:rsidRDefault="007B576F" w:rsidP="007B5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Picture Cards</w:t>
            </w:r>
          </w:p>
          <w:p w:rsidR="007B576F" w:rsidRPr="00185FD8" w:rsidRDefault="007B576F" w:rsidP="007B57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Number Cards </w:t>
            </w:r>
          </w:p>
        </w:tc>
        <w:tc>
          <w:tcPr>
            <w:tcW w:w="3672" w:type="dxa"/>
          </w:tcPr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Various puzzles that </w:t>
            </w:r>
            <w:r w:rsidR="006E7A1C">
              <w:rPr>
                <w:rFonts w:ascii="Times New Roman" w:hAnsi="Times New Roman"/>
                <w:sz w:val="24"/>
                <w:szCs w:val="24"/>
              </w:rPr>
              <w:t xml:space="preserve">facilitates </w:t>
            </w:r>
            <w:r>
              <w:rPr>
                <w:rFonts w:ascii="Times New Roman" w:hAnsi="Times New Roman"/>
                <w:sz w:val="24"/>
                <w:szCs w:val="24"/>
              </w:rPr>
              <w:t>number recognition.</w:t>
            </w:r>
          </w:p>
        </w:tc>
      </w:tr>
      <w:tr w:rsidR="007B576F" w:rsidRPr="00185FD8" w:rsidTr="007B576F">
        <w:trPr>
          <w:gridAfter w:val="1"/>
          <w:wAfter w:w="24" w:type="dxa"/>
          <w:trHeight w:val="296"/>
        </w:trPr>
        <w:tc>
          <w:tcPr>
            <w:tcW w:w="11016" w:type="dxa"/>
            <w:gridSpan w:val="7"/>
          </w:tcPr>
          <w:p w:rsidR="007B576F" w:rsidRPr="00093196" w:rsidRDefault="007B576F" w:rsidP="007B576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  <w:r w:rsidR="000931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Observations </w:t>
            </w:r>
          </w:p>
          <w:p w:rsidR="007B576F" w:rsidRPr="00185FD8" w:rsidRDefault="007B576F" w:rsidP="007B57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3196" w:rsidRPr="00185FD8" w:rsidTr="007B576F">
        <w:trPr>
          <w:gridAfter w:val="1"/>
          <w:wAfter w:w="24" w:type="dxa"/>
          <w:trHeight w:val="296"/>
        </w:trPr>
        <w:tc>
          <w:tcPr>
            <w:tcW w:w="11016" w:type="dxa"/>
            <w:gridSpan w:val="7"/>
          </w:tcPr>
          <w:p w:rsidR="00093196" w:rsidRPr="00185FD8" w:rsidRDefault="00093196" w:rsidP="00922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</w:tc>
      </w:tr>
    </w:tbl>
    <w:p w:rsidR="00E17E14" w:rsidRPr="006A0ACD" w:rsidRDefault="00E17E14" w:rsidP="00E17E1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K-5</w:t>
      </w:r>
      <w:r w:rsidRPr="006A0ACD">
        <w:rPr>
          <w:rFonts w:ascii="Times New Roman" w:hAnsi="Times New Roman"/>
          <w:b/>
          <w:sz w:val="28"/>
          <w:szCs w:val="28"/>
        </w:rPr>
        <w:t xml:space="preserve"> Math Lesson Plan </w:t>
      </w:r>
    </w:p>
    <w:tbl>
      <w:tblPr>
        <w:tblW w:w="11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8"/>
        <w:gridCol w:w="942"/>
        <w:gridCol w:w="912"/>
        <w:gridCol w:w="1836"/>
        <w:gridCol w:w="12"/>
        <w:gridCol w:w="1824"/>
        <w:gridCol w:w="3672"/>
        <w:gridCol w:w="24"/>
      </w:tblGrid>
      <w:tr w:rsidR="00E17E14" w:rsidRPr="00185FD8" w:rsidTr="005D11FD">
        <w:trPr>
          <w:gridAfter w:val="1"/>
          <w:wAfter w:w="24" w:type="dxa"/>
        </w:trPr>
        <w:tc>
          <w:tcPr>
            <w:tcW w:w="3672" w:type="dxa"/>
            <w:gridSpan w:val="3"/>
            <w:shd w:val="clear" w:color="auto" w:fill="C2D69B"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Teacher:</w:t>
            </w:r>
          </w:p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Grade: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K</w:t>
            </w:r>
          </w:p>
        </w:tc>
        <w:tc>
          <w:tcPr>
            <w:tcW w:w="3672" w:type="dxa"/>
            <w:shd w:val="clear" w:color="auto" w:fill="C2D69B"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Week: One-Friday</w:t>
            </w:r>
          </w:p>
        </w:tc>
      </w:tr>
      <w:tr w:rsidR="00E17E14" w:rsidRPr="00185FD8" w:rsidTr="005D11FD">
        <w:trPr>
          <w:gridAfter w:val="1"/>
          <w:wAfter w:w="24" w:type="dxa"/>
        </w:trPr>
        <w:tc>
          <w:tcPr>
            <w:tcW w:w="5508" w:type="dxa"/>
            <w:gridSpan w:val="4"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Unit Title: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F827F6">
              <w:rPr>
                <w:rFonts w:ascii="Times New Roman" w:hAnsi="Times New Roman"/>
                <w:sz w:val="24"/>
                <w:szCs w:val="24"/>
              </w:rPr>
              <w:t>Counting Numbers 0-30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Corresponding Unit Task: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827F6">
              <w:rPr>
                <w:rFonts w:ascii="Times New Roman" w:hAnsi="Times New Roman"/>
                <w:sz w:val="24"/>
                <w:szCs w:val="24"/>
              </w:rPr>
              <w:t>Unit 1 – Task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(scavenger hunt)</w:t>
            </w:r>
          </w:p>
        </w:tc>
      </w:tr>
      <w:tr w:rsidR="00E17E14" w:rsidRPr="00185FD8" w:rsidTr="005D11FD">
        <w:trPr>
          <w:gridAfter w:val="1"/>
          <w:wAfter w:w="24" w:type="dxa"/>
          <w:trHeight w:val="737"/>
        </w:trPr>
        <w:tc>
          <w:tcPr>
            <w:tcW w:w="11016" w:type="dxa"/>
            <w:gridSpan w:val="7"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 xml:space="preserve">Essential Question(s): </w:t>
            </w:r>
            <w:r w:rsidRPr="007C4D2D">
              <w:rPr>
                <w:rFonts w:ascii="Times New Roman" w:hAnsi="Times New Roman"/>
                <w:sz w:val="24"/>
                <w:szCs w:val="24"/>
              </w:rPr>
              <w:t>What does a number represent?  Why do we use numerals?  How are numbers arranged?</w:t>
            </w:r>
          </w:p>
        </w:tc>
      </w:tr>
      <w:tr w:rsidR="00E17E14" w:rsidRPr="00185FD8" w:rsidTr="005D11FD">
        <w:trPr>
          <w:gridAfter w:val="1"/>
          <w:wAfter w:w="24" w:type="dxa"/>
          <w:trHeight w:val="296"/>
        </w:trPr>
        <w:tc>
          <w:tcPr>
            <w:tcW w:w="5508" w:type="dxa"/>
            <w:gridSpan w:val="4"/>
            <w:shd w:val="clear" w:color="auto" w:fill="C2D69B"/>
          </w:tcPr>
          <w:p w:rsidR="00E17E14" w:rsidRPr="00185FD8" w:rsidRDefault="00E17E14" w:rsidP="005D11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/>
          </w:tcPr>
          <w:p w:rsidR="00E17E14" w:rsidRPr="00185FD8" w:rsidRDefault="00E17E14" w:rsidP="005D11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Essential Vocabulary</w:t>
            </w:r>
          </w:p>
        </w:tc>
      </w:tr>
      <w:tr w:rsidR="00E17E14" w:rsidRPr="00185FD8" w:rsidTr="005D11FD">
        <w:trPr>
          <w:trHeight w:val="737"/>
        </w:trPr>
        <w:tc>
          <w:tcPr>
            <w:tcW w:w="2760" w:type="dxa"/>
            <w:gridSpan w:val="2"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Teacher:</w:t>
            </w:r>
          </w:p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Student:</w:t>
            </w:r>
          </w:p>
          <w:p w:rsidR="00E17E14" w:rsidRPr="00E811EA" w:rsidRDefault="00E811EA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11EA">
              <w:rPr>
                <w:rFonts w:ascii="Times New Roman" w:hAnsi="Times New Roman"/>
                <w:sz w:val="24"/>
                <w:szCs w:val="24"/>
              </w:rPr>
              <w:t>counter, pencils, crayons, number sheet</w:t>
            </w:r>
          </w:p>
        </w:tc>
        <w:tc>
          <w:tcPr>
            <w:tcW w:w="5520" w:type="dxa"/>
            <w:gridSpan w:val="3"/>
          </w:tcPr>
          <w:p w:rsidR="00E17E14" w:rsidRPr="001B154B" w:rsidRDefault="00E17E14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54B">
              <w:rPr>
                <w:rFonts w:ascii="Times New Roman" w:hAnsi="Times New Roman"/>
                <w:sz w:val="24"/>
                <w:szCs w:val="24"/>
              </w:rPr>
              <w:t xml:space="preserve">Count </w:t>
            </w:r>
          </w:p>
          <w:p w:rsidR="00E17E14" w:rsidRPr="001B154B" w:rsidRDefault="00E17E14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154B">
              <w:rPr>
                <w:rFonts w:ascii="Times New Roman" w:hAnsi="Times New Roman"/>
                <w:sz w:val="24"/>
                <w:szCs w:val="24"/>
              </w:rPr>
              <w:t xml:space="preserve">Value </w:t>
            </w:r>
          </w:p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7E14" w:rsidRPr="00185FD8" w:rsidTr="005D11FD">
        <w:trPr>
          <w:gridAfter w:val="1"/>
          <w:wAfter w:w="24" w:type="dxa"/>
          <w:trHeight w:val="368"/>
        </w:trPr>
        <w:tc>
          <w:tcPr>
            <w:tcW w:w="11016" w:type="dxa"/>
            <w:gridSpan w:val="7"/>
            <w:shd w:val="clear" w:color="auto" w:fill="C2D69B"/>
          </w:tcPr>
          <w:p w:rsidR="00E17E14" w:rsidRPr="00185FD8" w:rsidRDefault="00E17E14" w:rsidP="005D11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Learning Experience</w:t>
            </w:r>
          </w:p>
        </w:tc>
      </w:tr>
      <w:tr w:rsidR="00E17E14" w:rsidRPr="00185FD8" w:rsidTr="005D11FD">
        <w:trPr>
          <w:gridAfter w:val="1"/>
          <w:wAfter w:w="24" w:type="dxa"/>
          <w:trHeight w:val="737"/>
        </w:trPr>
        <w:tc>
          <w:tcPr>
            <w:tcW w:w="1818" w:type="dxa"/>
            <w:vMerge w:val="restart"/>
          </w:tcPr>
          <w:p w:rsidR="00093196" w:rsidRPr="00093196" w:rsidRDefault="00E17E14" w:rsidP="0009319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093196">
              <w:rPr>
                <w:rFonts w:ascii="Times New Roman" w:hAnsi="Times New Roman"/>
                <w:b/>
              </w:rPr>
              <w:t xml:space="preserve"> </w:t>
            </w:r>
            <w:r w:rsidR="00093196" w:rsidRPr="00093196">
              <w:rPr>
                <w:rFonts w:ascii="Times New Roman" w:hAnsi="Times New Roman"/>
                <w:b/>
              </w:rPr>
              <w:t xml:space="preserve">8 Mathematical Practices: </w:t>
            </w:r>
          </w:p>
          <w:p w:rsid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52CBE6F" wp14:editId="609272CD">
                  <wp:extent cx="95885" cy="74295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1.  Make sense of problems and persevere in solving them.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93196" w:rsidRP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6D4B1170" wp14:editId="73E8F643">
                  <wp:extent cx="95885" cy="74295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2.  Reason abstractly and quantitatively.</w:t>
            </w:r>
          </w:p>
          <w:p w:rsidR="00093196" w:rsidRPr="00093196" w:rsidRDefault="00093196" w:rsidP="00093196">
            <w:pPr>
              <w:spacing w:line="240" w:lineRule="auto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  <w:p w:rsid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4B3C5CDA" wp14:editId="65C3026A">
                  <wp:extent cx="95885" cy="74295"/>
                  <wp:effectExtent l="0" t="0" r="0" b="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3.  Construct viable arguments and critique the reasoning of others.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054099F1" wp14:editId="1A5E6894">
                  <wp:extent cx="91440" cy="79375"/>
                  <wp:effectExtent l="0" t="0" r="381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4.  Model with mathematics.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32DEA7D2" wp14:editId="22D8E3A8">
                  <wp:extent cx="91440" cy="79375"/>
                  <wp:effectExtent l="0" t="0" r="381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5.  Use appropriate tools strategically.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75A258A1" wp14:editId="702F05F5">
                  <wp:extent cx="91440" cy="79375"/>
                  <wp:effectExtent l="0" t="0" r="3810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6.  Attend to precision.</w:t>
            </w:r>
          </w:p>
          <w:p w:rsidR="00093196" w:rsidRPr="00093196" w:rsidRDefault="00093196" w:rsidP="00093196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93196"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 wp14:anchorId="57047061" wp14:editId="60581420">
                  <wp:extent cx="91440" cy="79375"/>
                  <wp:effectExtent l="0" t="0" r="381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93196">
              <w:rPr>
                <w:rFonts w:ascii="Times New Roman" w:hAnsi="Times New Roman"/>
                <w:sz w:val="18"/>
                <w:szCs w:val="18"/>
              </w:rPr>
              <w:t xml:space="preserve">   7.  Look for and make use of structure.</w:t>
            </w:r>
          </w:p>
          <w:p w:rsidR="00E17E14" w:rsidRPr="00185FD8" w:rsidRDefault="00216256" w:rsidP="0009319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46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093196" w:rsidRPr="00093196">
              <w:rPr>
                <w:rFonts w:ascii="Times New Roman" w:hAnsi="Times New Roman"/>
                <w:sz w:val="18"/>
                <w:szCs w:val="18"/>
              </w:rPr>
              <w:t xml:space="preserve">      8.  Look for and express regularity in repeated reasoning.</w:t>
            </w:r>
          </w:p>
        </w:tc>
        <w:tc>
          <w:tcPr>
            <w:tcW w:w="9198" w:type="dxa"/>
            <w:gridSpan w:val="6"/>
          </w:tcPr>
          <w:p w:rsidR="00E17E14" w:rsidRPr="00185FD8" w:rsidRDefault="00E17E14" w:rsidP="005D11FD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Common Core State Standards: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6259D">
              <w:rPr>
                <w:rFonts w:ascii="Times New Roman" w:hAnsi="Times New Roman"/>
                <w:sz w:val="24"/>
                <w:szCs w:val="24"/>
              </w:rPr>
              <w:t>K.CC.2 – count forward beginning from a given number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within the know sequence (instead of having to begin at 1).</w:t>
            </w:r>
          </w:p>
        </w:tc>
      </w:tr>
      <w:tr w:rsidR="00E17E14" w:rsidRPr="00185FD8" w:rsidTr="005D11FD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E17E14" w:rsidRPr="00185FD8" w:rsidRDefault="00E17E14" w:rsidP="005D11FD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 Can Statement(s):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76259D">
              <w:rPr>
                <w:rFonts w:ascii="Times New Roman" w:hAnsi="Times New Roman"/>
                <w:sz w:val="24"/>
                <w:szCs w:val="24"/>
              </w:rPr>
              <w:t>I can count objects in a set</w:t>
            </w:r>
            <w:r w:rsidR="008A79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1 - 30.</w:t>
            </w:r>
          </w:p>
        </w:tc>
      </w:tr>
      <w:tr w:rsidR="00E17E14" w:rsidRPr="00185FD8" w:rsidTr="005D11FD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E17E14" w:rsidRPr="00F31B05" w:rsidRDefault="00E17E14" w:rsidP="008A79D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31B05">
              <w:rPr>
                <w:rFonts w:ascii="Times New Roman" w:hAnsi="Times New Roman"/>
                <w:b/>
                <w:sz w:val="24"/>
                <w:szCs w:val="24"/>
              </w:rPr>
              <w:t xml:space="preserve">Activating Strategy/Hook: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teacher will </w:t>
            </w:r>
            <w:r w:rsidR="00037E68">
              <w:rPr>
                <w:rFonts w:ascii="Times New Roman" w:hAnsi="Times New Roman"/>
                <w:sz w:val="24"/>
                <w:szCs w:val="24"/>
              </w:rPr>
              <w:t xml:space="preserve">read the book 1 is One by </w:t>
            </w:r>
            <w:r w:rsidR="00442EAA">
              <w:rPr>
                <w:rFonts w:ascii="Times New Roman" w:hAnsi="Times New Roman"/>
                <w:sz w:val="24"/>
                <w:szCs w:val="24"/>
              </w:rPr>
              <w:t xml:space="preserve">Tasha Tudor or any other numbers book that shows counting numbers 1-30. </w:t>
            </w:r>
          </w:p>
        </w:tc>
      </w:tr>
      <w:tr w:rsidR="00E17E14" w:rsidRPr="00185FD8" w:rsidTr="005D11FD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E17E14" w:rsidRPr="00185FD8" w:rsidRDefault="00E17E14" w:rsidP="005D11FD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Teacher Directed: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54499">
              <w:rPr>
                <w:rFonts w:ascii="Times New Roman" w:hAnsi="Times New Roman"/>
                <w:sz w:val="24"/>
                <w:szCs w:val="24"/>
              </w:rPr>
              <w:t xml:space="preserve">The teacher will activate prior knowledge by </w:t>
            </w:r>
            <w:r w:rsidR="001E7699">
              <w:rPr>
                <w:rFonts w:ascii="Times New Roman" w:hAnsi="Times New Roman"/>
                <w:sz w:val="24"/>
                <w:szCs w:val="24"/>
              </w:rPr>
              <w:t>counting objects in the following sets 1-5, 6-10, 11-20, 21-30 to reinforce rote and counting on</w:t>
            </w:r>
            <w:r w:rsidRPr="0075449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17E14" w:rsidRPr="00185FD8" w:rsidTr="005D11FD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E17E14" w:rsidRPr="00185FD8" w:rsidRDefault="00E17E14" w:rsidP="003951E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Guided Practice:  </w:t>
            </w:r>
            <w:r w:rsidR="003951E2" w:rsidRPr="003951E2">
              <w:rPr>
                <w:rFonts w:ascii="Times New Roman" w:hAnsi="Times New Roman"/>
                <w:sz w:val="24"/>
                <w:szCs w:val="24"/>
              </w:rPr>
              <w:t>The clas</w:t>
            </w:r>
            <w:r w:rsidR="003951E2">
              <w:rPr>
                <w:rFonts w:ascii="Times New Roman" w:hAnsi="Times New Roman"/>
                <w:sz w:val="24"/>
                <w:szCs w:val="24"/>
              </w:rPr>
              <w:t>s</w:t>
            </w:r>
            <w:r w:rsidR="003951E2" w:rsidRPr="003951E2">
              <w:rPr>
                <w:rFonts w:ascii="Times New Roman" w:hAnsi="Times New Roman"/>
                <w:sz w:val="24"/>
                <w:szCs w:val="24"/>
              </w:rPr>
              <w:t xml:space="preserve"> will get an Envision</w:t>
            </w:r>
            <w:r w:rsidR="003951E2">
              <w:rPr>
                <w:rFonts w:ascii="Times New Roman" w:hAnsi="Times New Roman"/>
                <w:sz w:val="24"/>
                <w:szCs w:val="24"/>
              </w:rPr>
              <w:t xml:space="preserve"> page Topic 5 Lesson 4 using counters to count and show groups of objects.</w:t>
            </w:r>
            <w:r w:rsidR="003951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17E14" w:rsidRPr="00185FD8" w:rsidTr="005D11FD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E17E14" w:rsidRPr="00185FD8" w:rsidRDefault="00E17E14" w:rsidP="00A77328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Independent Practice: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51E2">
              <w:rPr>
                <w:rFonts w:ascii="Times New Roman" w:hAnsi="Times New Roman"/>
                <w:sz w:val="24"/>
                <w:szCs w:val="24"/>
              </w:rPr>
              <w:t xml:space="preserve">Students will use buttons or (other </w:t>
            </w:r>
            <w:proofErr w:type="spellStart"/>
            <w:r w:rsidR="003951E2">
              <w:rPr>
                <w:rFonts w:ascii="Times New Roman" w:hAnsi="Times New Roman"/>
                <w:sz w:val="24"/>
                <w:szCs w:val="24"/>
              </w:rPr>
              <w:t>manipulatives</w:t>
            </w:r>
            <w:proofErr w:type="spellEnd"/>
            <w:r w:rsidR="003951E2">
              <w:rPr>
                <w:rFonts w:ascii="Times New Roman" w:hAnsi="Times New Roman"/>
                <w:sz w:val="24"/>
                <w:szCs w:val="24"/>
              </w:rPr>
              <w:t xml:space="preserve">) to count on up </w:t>
            </w:r>
            <w:r w:rsidR="006E7A1C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bookmarkStart w:id="0" w:name="_GoBack"/>
            <w:bookmarkEnd w:id="0"/>
            <w:r w:rsidR="003951E2">
              <w:rPr>
                <w:rFonts w:ascii="Times New Roman" w:hAnsi="Times New Roman"/>
                <w:sz w:val="24"/>
                <w:szCs w:val="24"/>
              </w:rPr>
              <w:t>30</w:t>
            </w:r>
            <w:r w:rsidR="00EA588F">
              <w:rPr>
                <w:rFonts w:ascii="Times New Roman" w:hAnsi="Times New Roman"/>
                <w:sz w:val="24"/>
                <w:szCs w:val="24"/>
              </w:rPr>
              <w:t xml:space="preserve"> from any given number</w:t>
            </w:r>
            <w:r w:rsidR="003951E2">
              <w:rPr>
                <w:rFonts w:ascii="Times New Roman" w:hAnsi="Times New Roman"/>
                <w:sz w:val="24"/>
                <w:szCs w:val="24"/>
              </w:rPr>
              <w:t>.  The teacher will monitor and observe for mastery of skill.</w:t>
            </w:r>
            <w:r w:rsidR="00EA58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17E14" w:rsidRPr="00185FD8" w:rsidTr="005D11FD">
        <w:trPr>
          <w:gridAfter w:val="1"/>
          <w:wAfter w:w="24" w:type="dxa"/>
          <w:trHeight w:val="737"/>
        </w:trPr>
        <w:tc>
          <w:tcPr>
            <w:tcW w:w="1818" w:type="dxa"/>
            <w:vMerge/>
          </w:tcPr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E17E14" w:rsidRPr="00185FD8" w:rsidRDefault="00E17E14" w:rsidP="003951E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Closing/Summarizing Strategy: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51E2" w:rsidRPr="003951E2">
              <w:rPr>
                <w:rFonts w:ascii="Times New Roman" w:hAnsi="Times New Roman"/>
                <w:sz w:val="24"/>
                <w:szCs w:val="24"/>
              </w:rPr>
              <w:t>Pair stud</w:t>
            </w:r>
            <w:r w:rsidR="00EA588F">
              <w:rPr>
                <w:rFonts w:ascii="Times New Roman" w:hAnsi="Times New Roman"/>
                <w:sz w:val="24"/>
                <w:szCs w:val="24"/>
              </w:rPr>
              <w:t>ent in partners to share how they</w:t>
            </w:r>
            <w:r w:rsidR="003951E2" w:rsidRPr="003951E2">
              <w:rPr>
                <w:rFonts w:ascii="Times New Roman" w:hAnsi="Times New Roman"/>
                <w:sz w:val="24"/>
                <w:szCs w:val="24"/>
              </w:rPr>
              <w:t xml:space="preserve"> counted their objects.</w:t>
            </w:r>
          </w:p>
        </w:tc>
      </w:tr>
      <w:tr w:rsidR="00E17E14" w:rsidRPr="00185FD8" w:rsidTr="005D11FD">
        <w:trPr>
          <w:gridAfter w:val="1"/>
          <w:wAfter w:w="24" w:type="dxa"/>
          <w:trHeight w:val="296"/>
        </w:trPr>
        <w:tc>
          <w:tcPr>
            <w:tcW w:w="11016" w:type="dxa"/>
            <w:gridSpan w:val="7"/>
            <w:shd w:val="clear" w:color="auto" w:fill="C2D69B"/>
          </w:tcPr>
          <w:p w:rsidR="00E17E14" w:rsidRPr="00185FD8" w:rsidRDefault="00E17E14" w:rsidP="005D11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E17E14" w:rsidRPr="00185FD8" w:rsidTr="005D11FD">
        <w:trPr>
          <w:gridAfter w:val="1"/>
          <w:wAfter w:w="24" w:type="dxa"/>
          <w:trHeight w:val="359"/>
        </w:trPr>
        <w:tc>
          <w:tcPr>
            <w:tcW w:w="3672" w:type="dxa"/>
            <w:gridSpan w:val="3"/>
          </w:tcPr>
          <w:p w:rsidR="00E17E14" w:rsidRPr="00185FD8" w:rsidRDefault="00E17E14" w:rsidP="005D11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E17E14" w:rsidRPr="00185FD8" w:rsidRDefault="00E17E14" w:rsidP="005D11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E17E14" w:rsidRPr="00185FD8" w:rsidRDefault="00E17E14" w:rsidP="005D11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Language Development</w:t>
            </w:r>
          </w:p>
        </w:tc>
      </w:tr>
      <w:tr w:rsidR="00E17E14" w:rsidRPr="00185FD8" w:rsidTr="005D11FD">
        <w:trPr>
          <w:gridAfter w:val="1"/>
          <w:wAfter w:w="24" w:type="dxa"/>
          <w:trHeight w:val="719"/>
        </w:trPr>
        <w:tc>
          <w:tcPr>
            <w:tcW w:w="3672" w:type="dxa"/>
            <w:gridSpan w:val="3"/>
          </w:tcPr>
          <w:p w:rsidR="00E17E14" w:rsidRPr="00185FD8" w:rsidRDefault="003951E2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Skip count by 5’s to 30.</w:t>
            </w:r>
          </w:p>
        </w:tc>
        <w:tc>
          <w:tcPr>
            <w:tcW w:w="3672" w:type="dxa"/>
            <w:gridSpan w:val="3"/>
          </w:tcPr>
          <w:p w:rsidR="00E17E14" w:rsidRPr="00185FD8" w:rsidRDefault="003951E2" w:rsidP="005D11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Count 5 dots and</w:t>
            </w:r>
            <w:r w:rsidR="00E811EA">
              <w:rPr>
                <w:rFonts w:ascii="Times New Roman" w:hAnsi="Times New Roman"/>
                <w:sz w:val="24"/>
                <w:szCs w:val="24"/>
              </w:rPr>
              <w:t xml:space="preserve"> then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circle the group.</w:t>
            </w:r>
            <w:r w:rsidR="00E17E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</w:tcPr>
          <w:p w:rsidR="00E17E14" w:rsidRDefault="003951E2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Picture cards</w:t>
            </w:r>
          </w:p>
          <w:p w:rsidR="003951E2" w:rsidRPr="00185FD8" w:rsidRDefault="003951E2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Listening Center </w:t>
            </w:r>
          </w:p>
        </w:tc>
      </w:tr>
      <w:tr w:rsidR="00E17E14" w:rsidRPr="00185FD8" w:rsidTr="005D11FD">
        <w:trPr>
          <w:gridAfter w:val="1"/>
          <w:wAfter w:w="24" w:type="dxa"/>
          <w:trHeight w:val="296"/>
        </w:trPr>
        <w:tc>
          <w:tcPr>
            <w:tcW w:w="11016" w:type="dxa"/>
            <w:gridSpan w:val="7"/>
          </w:tcPr>
          <w:p w:rsidR="00E17E14" w:rsidRPr="00E811EA" w:rsidRDefault="00E17E14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5FD8">
              <w:rPr>
                <w:rFonts w:ascii="Times New Roman" w:hAnsi="Times New Roman"/>
                <w:b/>
                <w:sz w:val="24"/>
                <w:szCs w:val="24"/>
              </w:rPr>
              <w:t>Assessment(s):</w:t>
            </w:r>
            <w:r w:rsidR="003951E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811E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951E2" w:rsidRPr="00E811EA">
              <w:rPr>
                <w:rFonts w:ascii="Times New Roman" w:hAnsi="Times New Roman"/>
                <w:sz w:val="24"/>
                <w:szCs w:val="24"/>
              </w:rPr>
              <w:t xml:space="preserve">Color in a Hundreds Chart </w:t>
            </w:r>
            <w:r w:rsidR="00E811EA">
              <w:rPr>
                <w:rFonts w:ascii="Times New Roman" w:hAnsi="Times New Roman"/>
                <w:sz w:val="24"/>
                <w:szCs w:val="24"/>
              </w:rPr>
              <w:t xml:space="preserve">using a crayon </w:t>
            </w:r>
            <w:r w:rsidR="003951E2" w:rsidRPr="00E811EA">
              <w:rPr>
                <w:rFonts w:ascii="Times New Roman" w:hAnsi="Times New Roman"/>
                <w:sz w:val="24"/>
                <w:szCs w:val="24"/>
              </w:rPr>
              <w:t xml:space="preserve">up to </w:t>
            </w:r>
            <w:r w:rsidR="00E811EA">
              <w:rPr>
                <w:rFonts w:ascii="Times New Roman" w:hAnsi="Times New Roman"/>
                <w:sz w:val="24"/>
                <w:szCs w:val="24"/>
              </w:rPr>
              <w:t xml:space="preserve">number </w:t>
            </w:r>
            <w:r w:rsidR="003951E2" w:rsidRPr="00E811EA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17E14" w:rsidRPr="00185FD8" w:rsidRDefault="00E17E14" w:rsidP="005D11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256" w:rsidRPr="00185FD8" w:rsidTr="005D11FD">
        <w:trPr>
          <w:gridAfter w:val="1"/>
          <w:wAfter w:w="24" w:type="dxa"/>
          <w:trHeight w:val="296"/>
        </w:trPr>
        <w:tc>
          <w:tcPr>
            <w:tcW w:w="11016" w:type="dxa"/>
            <w:gridSpan w:val="7"/>
          </w:tcPr>
          <w:p w:rsidR="00216256" w:rsidRPr="00185FD8" w:rsidRDefault="00216256" w:rsidP="009222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/>
                <w:b/>
                <w:sz w:val="24"/>
                <w:szCs w:val="24"/>
              </w:rPr>
              <w:t>Teacher Reflection: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(Next steps?)</w:t>
            </w:r>
          </w:p>
        </w:tc>
      </w:tr>
    </w:tbl>
    <w:p w:rsidR="00E17E14" w:rsidRDefault="00E17E14" w:rsidP="00E17E14">
      <w:pPr>
        <w:rPr>
          <w:rFonts w:ascii="Times New Roman" w:hAnsi="Times New Roman"/>
          <w:sz w:val="10"/>
          <w:szCs w:val="10"/>
        </w:rPr>
      </w:pPr>
    </w:p>
    <w:p w:rsidR="007B576F" w:rsidRDefault="007B576F" w:rsidP="007B576F">
      <w:pPr>
        <w:rPr>
          <w:rFonts w:ascii="Times New Roman" w:hAnsi="Times New Roman"/>
          <w:sz w:val="10"/>
          <w:szCs w:val="10"/>
        </w:rPr>
      </w:pPr>
    </w:p>
    <w:p w:rsidR="001249B1" w:rsidRPr="00A67FA5" w:rsidRDefault="001249B1" w:rsidP="00FE4609">
      <w:pPr>
        <w:rPr>
          <w:rFonts w:ascii="Times New Roman" w:hAnsi="Times New Roman"/>
          <w:sz w:val="10"/>
          <w:szCs w:val="10"/>
        </w:rPr>
      </w:pPr>
    </w:p>
    <w:sectPr w:rsidR="001249B1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76F" w:rsidRDefault="007B576F" w:rsidP="00D7779B">
      <w:pPr>
        <w:spacing w:after="0" w:line="240" w:lineRule="auto"/>
      </w:pPr>
      <w:r>
        <w:separator/>
      </w:r>
    </w:p>
  </w:endnote>
  <w:endnote w:type="continuationSeparator" w:id="0">
    <w:p w:rsidR="007B576F" w:rsidRDefault="007B576F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76F" w:rsidRDefault="007B576F" w:rsidP="00185FD8">
    <w:pPr>
      <w:pStyle w:val="Footer"/>
      <w:tabs>
        <w:tab w:val="clear" w:pos="4680"/>
        <w:tab w:val="clear" w:pos="9360"/>
        <w:tab w:val="right" w:pos="10800"/>
      </w:tabs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tab/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76F" w:rsidRDefault="007B576F" w:rsidP="00D7779B">
      <w:pPr>
        <w:spacing w:after="0" w:line="240" w:lineRule="auto"/>
      </w:pPr>
      <w:r>
        <w:separator/>
      </w:r>
    </w:p>
  </w:footnote>
  <w:footnote w:type="continuationSeparator" w:id="0">
    <w:p w:rsidR="007B576F" w:rsidRDefault="007B576F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0" o:spid="_x0000_i1026" type="#_x0000_t75" style="width:7.55pt;height:5.85pt;visibility:visible;mso-wrap-style:square" o:bullet="t">
        <v:imagedata r:id="rId1" o:title=""/>
      </v:shape>
    </w:pict>
  </w:numPicBullet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5CC2"/>
    <w:rsid w:val="00037E68"/>
    <w:rsid w:val="000749A5"/>
    <w:rsid w:val="00083EBB"/>
    <w:rsid w:val="00093196"/>
    <w:rsid w:val="000A6B54"/>
    <w:rsid w:val="001249B1"/>
    <w:rsid w:val="001254E3"/>
    <w:rsid w:val="00185FD8"/>
    <w:rsid w:val="001B154B"/>
    <w:rsid w:val="001E7699"/>
    <w:rsid w:val="00216256"/>
    <w:rsid w:val="00224A5F"/>
    <w:rsid w:val="0028190D"/>
    <w:rsid w:val="002933CF"/>
    <w:rsid w:val="00374DA8"/>
    <w:rsid w:val="003951E2"/>
    <w:rsid w:val="003D40F4"/>
    <w:rsid w:val="003D7D31"/>
    <w:rsid w:val="00442EAA"/>
    <w:rsid w:val="00474EA2"/>
    <w:rsid w:val="004B658C"/>
    <w:rsid w:val="004D2A21"/>
    <w:rsid w:val="0051657B"/>
    <w:rsid w:val="00570FB8"/>
    <w:rsid w:val="005C4CBE"/>
    <w:rsid w:val="005E7A13"/>
    <w:rsid w:val="00643719"/>
    <w:rsid w:val="006A0ACD"/>
    <w:rsid w:val="006E7A1C"/>
    <w:rsid w:val="00754499"/>
    <w:rsid w:val="0076259D"/>
    <w:rsid w:val="007B401D"/>
    <w:rsid w:val="007B576F"/>
    <w:rsid w:val="007C4D2D"/>
    <w:rsid w:val="0087032E"/>
    <w:rsid w:val="00885025"/>
    <w:rsid w:val="008A59A0"/>
    <w:rsid w:val="008A79D1"/>
    <w:rsid w:val="008B37B2"/>
    <w:rsid w:val="008C13D7"/>
    <w:rsid w:val="009B085C"/>
    <w:rsid w:val="00A10B18"/>
    <w:rsid w:val="00A67FA5"/>
    <w:rsid w:val="00A77328"/>
    <w:rsid w:val="00AE247A"/>
    <w:rsid w:val="00B21243"/>
    <w:rsid w:val="00B51CA8"/>
    <w:rsid w:val="00C02B71"/>
    <w:rsid w:val="00C52075"/>
    <w:rsid w:val="00C92D93"/>
    <w:rsid w:val="00CB2DBC"/>
    <w:rsid w:val="00CD5617"/>
    <w:rsid w:val="00D7779B"/>
    <w:rsid w:val="00D85633"/>
    <w:rsid w:val="00E17E14"/>
    <w:rsid w:val="00E313F0"/>
    <w:rsid w:val="00E71AC2"/>
    <w:rsid w:val="00E7643A"/>
    <w:rsid w:val="00E811EA"/>
    <w:rsid w:val="00EA588F"/>
    <w:rsid w:val="00F31B05"/>
    <w:rsid w:val="00F827F6"/>
    <w:rsid w:val="00FE4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A2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4D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A2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E460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7779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7779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7779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C4D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athworksheetswizar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athworksheetswizard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athworksheetswizard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thworksheetswizard.com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8C10530D.dotm</Template>
  <TotalTime>14</TotalTime>
  <Pages>5</Pages>
  <Words>1574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K-5 Math Lesson Plan</vt:lpstr>
    </vt:vector>
  </TitlesOfParts>
  <Company>Guilford County Schools</Company>
  <LinksUpToDate>false</LinksUpToDate>
  <CharactersWithSpaces>11167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K-5 Math Lesson Plan</dc:title>
  <dc:creator>Breedlove, Logan W</dc:creator>
  <cp:lastModifiedBy>Teacher</cp:lastModifiedBy>
  <cp:revision>3</cp:revision>
  <dcterms:created xsi:type="dcterms:W3CDTF">2012-06-27T15:32:00Z</dcterms:created>
  <dcterms:modified xsi:type="dcterms:W3CDTF">2012-06-27T15:44:00Z</dcterms:modified>
</cp:coreProperties>
</file>